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BFB" w:rsidRPr="003A0BFC" w:rsidRDefault="006A0BFB" w:rsidP="00146AC3">
      <w:pPr>
        <w:spacing w:line="600" w:lineRule="exact"/>
        <w:jc w:val="left"/>
        <w:rPr>
          <w:rFonts w:ascii="华文中宋" w:eastAsia="华文中宋" w:hAnsi="华文中宋"/>
          <w:b/>
          <w:sz w:val="28"/>
          <w:szCs w:val="28"/>
        </w:rPr>
      </w:pPr>
      <w:r>
        <w:rPr>
          <w:rFonts w:hint="eastAsia"/>
          <w:b/>
          <w:sz w:val="28"/>
        </w:rPr>
        <w:t>申请编号：</w:t>
      </w:r>
    </w:p>
    <w:p w:rsidR="006A0BFB" w:rsidRDefault="006A0BFB" w:rsidP="001B75F2">
      <w:pPr>
        <w:spacing w:line="600" w:lineRule="exact"/>
        <w:ind w:firstLineChars="100" w:firstLine="31680"/>
        <w:jc w:val="center"/>
        <w:rPr>
          <w:rFonts w:ascii="华文中宋" w:eastAsia="华文中宋" w:hAnsi="华文中宋"/>
          <w:b/>
          <w:sz w:val="44"/>
          <w:szCs w:val="44"/>
        </w:rPr>
      </w:pPr>
    </w:p>
    <w:p w:rsidR="006A0BFB" w:rsidRPr="000A0ACE" w:rsidRDefault="006A0BFB" w:rsidP="001B75F2">
      <w:pPr>
        <w:spacing w:line="360" w:lineRule="auto"/>
        <w:ind w:firstLineChars="100" w:firstLine="31680"/>
        <w:jc w:val="center"/>
        <w:rPr>
          <w:rFonts w:ascii="黑体" w:eastAsia="黑体" w:hAnsi="黑体"/>
          <w:kern w:val="0"/>
          <w:sz w:val="44"/>
          <w:szCs w:val="44"/>
        </w:rPr>
      </w:pPr>
      <w:r w:rsidRPr="000A0ACE">
        <w:rPr>
          <w:rFonts w:ascii="黑体" w:eastAsia="黑体" w:hAnsi="黑体" w:hint="eastAsia"/>
          <w:kern w:val="0"/>
          <w:sz w:val="44"/>
          <w:szCs w:val="44"/>
        </w:rPr>
        <w:t>中国学位与研究生教育学会</w:t>
      </w:r>
    </w:p>
    <w:p w:rsidR="006A0BFB" w:rsidRPr="000A0ACE" w:rsidRDefault="006A0BFB" w:rsidP="001B75F2">
      <w:pPr>
        <w:spacing w:line="360" w:lineRule="auto"/>
        <w:ind w:firstLineChars="100" w:firstLine="31680"/>
        <w:jc w:val="center"/>
        <w:rPr>
          <w:rFonts w:ascii="黑体" w:eastAsia="黑体" w:hAnsi="黑体"/>
          <w:kern w:val="0"/>
          <w:sz w:val="44"/>
          <w:szCs w:val="44"/>
        </w:rPr>
      </w:pPr>
      <w:r w:rsidRPr="000A0ACE">
        <w:rPr>
          <w:rFonts w:ascii="黑体" w:eastAsia="黑体" w:hAnsi="黑体" w:hint="eastAsia"/>
          <w:kern w:val="0"/>
          <w:sz w:val="44"/>
          <w:szCs w:val="44"/>
        </w:rPr>
        <w:t>教育成果奖申请书</w:t>
      </w:r>
    </w:p>
    <w:p w:rsidR="006A0BFB" w:rsidRPr="000A0ACE" w:rsidRDefault="006A0BFB" w:rsidP="000A0ACE">
      <w:pPr>
        <w:spacing w:line="360" w:lineRule="auto"/>
        <w:jc w:val="center"/>
        <w:rPr>
          <w:rFonts w:ascii="黑体" w:eastAsia="黑体" w:hAnsi="黑体"/>
          <w:b/>
          <w:sz w:val="44"/>
          <w:szCs w:val="44"/>
        </w:rPr>
      </w:pPr>
      <w:r w:rsidRPr="000A0ACE">
        <w:rPr>
          <w:rFonts w:ascii="黑体" w:eastAsia="黑体" w:hAnsi="黑体" w:hint="eastAsia"/>
          <w:kern w:val="0"/>
          <w:sz w:val="44"/>
          <w:szCs w:val="44"/>
        </w:rPr>
        <w:t>（教育研究类）</w:t>
      </w:r>
      <w:bookmarkStart w:id="0" w:name="_GoBack"/>
      <w:bookmarkEnd w:id="0"/>
    </w:p>
    <w:p w:rsidR="006A0BFB" w:rsidRPr="00471233" w:rsidRDefault="006A0BFB" w:rsidP="001B75F2">
      <w:pPr>
        <w:spacing w:line="600" w:lineRule="exact"/>
        <w:ind w:firstLineChars="850" w:firstLine="31680"/>
        <w:rPr>
          <w:rFonts w:ascii="华文中宋" w:eastAsia="华文中宋" w:hAnsi="华文中宋"/>
          <w:b/>
          <w:sz w:val="36"/>
          <w:szCs w:val="36"/>
        </w:rPr>
      </w:pPr>
    </w:p>
    <w:p w:rsidR="006A0BFB" w:rsidRPr="000A0ACE" w:rsidRDefault="006A0BFB" w:rsidP="001B75F2">
      <w:pPr>
        <w:spacing w:line="600" w:lineRule="auto"/>
        <w:ind w:leftChars="100" w:left="31680"/>
        <w:rPr>
          <w:rFonts w:ascii="黑体" w:eastAsia="黑体" w:hAnsi="黑体"/>
          <w:b/>
          <w:sz w:val="32"/>
          <w:szCs w:val="32"/>
          <w:u w:val="single"/>
        </w:rPr>
      </w:pPr>
      <w:r w:rsidRPr="000A0ACE">
        <w:rPr>
          <w:rFonts w:ascii="黑体" w:eastAsia="黑体" w:hAnsi="黑体" w:hint="eastAsia"/>
          <w:kern w:val="0"/>
          <w:sz w:val="32"/>
          <w:szCs w:val="32"/>
        </w:rPr>
        <w:t>成果名称：</w:t>
      </w:r>
    </w:p>
    <w:p w:rsidR="006A0BFB" w:rsidRPr="000A0ACE" w:rsidRDefault="006A0BFB" w:rsidP="001B75F2">
      <w:pPr>
        <w:spacing w:line="600" w:lineRule="auto"/>
        <w:ind w:leftChars="100" w:left="31680"/>
        <w:rPr>
          <w:rFonts w:ascii="黑体" w:eastAsia="黑体" w:hAnsi="黑体"/>
          <w:kern w:val="0"/>
          <w:sz w:val="32"/>
          <w:szCs w:val="32"/>
        </w:rPr>
      </w:pPr>
      <w:r w:rsidRPr="000A0ACE">
        <w:rPr>
          <w:rFonts w:ascii="黑体" w:eastAsia="黑体" w:hAnsi="黑体" w:hint="eastAsia"/>
          <w:kern w:val="0"/>
          <w:sz w:val="32"/>
          <w:szCs w:val="32"/>
        </w:rPr>
        <w:t>成果完成人：</w:t>
      </w:r>
    </w:p>
    <w:p w:rsidR="006A0BFB" w:rsidRPr="000A0ACE" w:rsidRDefault="006A0BFB" w:rsidP="001B75F2">
      <w:pPr>
        <w:spacing w:line="600" w:lineRule="auto"/>
        <w:ind w:leftChars="100" w:left="31680"/>
        <w:rPr>
          <w:rFonts w:ascii="黑体" w:eastAsia="黑体" w:hAnsi="黑体"/>
          <w:kern w:val="0"/>
          <w:sz w:val="32"/>
          <w:szCs w:val="32"/>
        </w:rPr>
      </w:pPr>
      <w:r w:rsidRPr="000A0ACE">
        <w:rPr>
          <w:rFonts w:ascii="黑体" w:eastAsia="黑体" w:hAnsi="黑体" w:hint="eastAsia"/>
          <w:kern w:val="0"/>
          <w:sz w:val="32"/>
          <w:szCs w:val="32"/>
        </w:rPr>
        <w:t>成果完成单位（盖章）：</w:t>
      </w:r>
    </w:p>
    <w:p w:rsidR="006A0BFB" w:rsidRPr="000A0ACE" w:rsidRDefault="006A0BFB" w:rsidP="001B75F2">
      <w:pPr>
        <w:spacing w:line="600" w:lineRule="auto"/>
        <w:ind w:leftChars="100" w:left="31680"/>
        <w:rPr>
          <w:rFonts w:ascii="黑体" w:eastAsia="黑体" w:hAnsi="黑体"/>
          <w:kern w:val="0"/>
          <w:sz w:val="32"/>
          <w:szCs w:val="32"/>
        </w:rPr>
      </w:pPr>
      <w:r w:rsidRPr="000A0ACE">
        <w:rPr>
          <w:rFonts w:ascii="黑体" w:eastAsia="黑体" w:hAnsi="黑体" w:hint="eastAsia"/>
          <w:kern w:val="0"/>
          <w:sz w:val="32"/>
          <w:szCs w:val="32"/>
        </w:rPr>
        <w:t>主管部门：</w:t>
      </w:r>
    </w:p>
    <w:p w:rsidR="006A0BFB" w:rsidRPr="000A0ACE" w:rsidRDefault="006A0BFB" w:rsidP="001B75F2">
      <w:pPr>
        <w:spacing w:line="600" w:lineRule="auto"/>
        <w:ind w:leftChars="100" w:left="31680"/>
        <w:rPr>
          <w:rFonts w:ascii="黑体" w:eastAsia="黑体" w:hAnsi="黑体"/>
          <w:kern w:val="0"/>
          <w:sz w:val="32"/>
          <w:szCs w:val="32"/>
        </w:rPr>
      </w:pPr>
      <w:r w:rsidRPr="000A0ACE">
        <w:rPr>
          <w:rFonts w:ascii="黑体" w:eastAsia="黑体" w:hAnsi="黑体" w:hint="eastAsia"/>
          <w:kern w:val="0"/>
          <w:sz w:val="32"/>
          <w:szCs w:val="32"/>
        </w:rPr>
        <w:t>推荐单位（或三位理事）：</w:t>
      </w:r>
    </w:p>
    <w:p w:rsidR="006A0BFB" w:rsidRPr="000A0ACE" w:rsidRDefault="006A0BFB" w:rsidP="001B75F2">
      <w:pPr>
        <w:spacing w:line="600" w:lineRule="auto"/>
        <w:ind w:leftChars="100" w:left="31680"/>
        <w:rPr>
          <w:rFonts w:ascii="黑体" w:eastAsia="黑体" w:hAnsi="黑体"/>
          <w:kern w:val="0"/>
          <w:sz w:val="32"/>
          <w:szCs w:val="32"/>
        </w:rPr>
      </w:pPr>
      <w:r w:rsidRPr="000A0ACE">
        <w:rPr>
          <w:rFonts w:ascii="黑体" w:eastAsia="黑体" w:hAnsi="黑体" w:hint="eastAsia"/>
          <w:kern w:val="0"/>
          <w:sz w:val="32"/>
          <w:szCs w:val="32"/>
        </w:rPr>
        <w:t>成果起止时间：</w:t>
      </w:r>
    </w:p>
    <w:p w:rsidR="006A0BFB" w:rsidRPr="000A0ACE" w:rsidRDefault="006A0BFB" w:rsidP="001B75F2">
      <w:pPr>
        <w:spacing w:line="600" w:lineRule="auto"/>
        <w:ind w:leftChars="100" w:left="31680"/>
        <w:rPr>
          <w:rFonts w:ascii="黑体" w:eastAsia="黑体" w:hAnsi="黑体"/>
          <w:kern w:val="0"/>
          <w:sz w:val="32"/>
          <w:szCs w:val="32"/>
        </w:rPr>
      </w:pPr>
      <w:r w:rsidRPr="000A0ACE">
        <w:rPr>
          <w:rFonts w:ascii="黑体" w:eastAsia="黑体" w:hAnsi="黑体" w:hint="eastAsia"/>
          <w:kern w:val="0"/>
          <w:sz w:val="32"/>
          <w:szCs w:val="32"/>
        </w:rPr>
        <w:t>申请时间：</w:t>
      </w:r>
      <w:r w:rsidRPr="000A0ACE">
        <w:rPr>
          <w:rFonts w:ascii="黑体" w:eastAsia="黑体" w:hAnsi="黑体"/>
          <w:kern w:val="0"/>
          <w:sz w:val="32"/>
          <w:szCs w:val="32"/>
        </w:rPr>
        <w:t xml:space="preserve">           </w:t>
      </w:r>
      <w:r w:rsidRPr="000A0ACE">
        <w:rPr>
          <w:rFonts w:ascii="黑体" w:eastAsia="黑体" w:hAnsi="黑体" w:hint="eastAsia"/>
          <w:kern w:val="0"/>
          <w:sz w:val="32"/>
          <w:szCs w:val="32"/>
        </w:rPr>
        <w:t>年</w:t>
      </w:r>
      <w:r w:rsidRPr="000A0ACE">
        <w:rPr>
          <w:rFonts w:ascii="黑体" w:eastAsia="黑体" w:hAnsi="黑体"/>
          <w:kern w:val="0"/>
          <w:sz w:val="32"/>
          <w:szCs w:val="32"/>
        </w:rPr>
        <w:t xml:space="preserve">    </w:t>
      </w:r>
      <w:r w:rsidRPr="000A0ACE">
        <w:rPr>
          <w:rFonts w:ascii="黑体" w:eastAsia="黑体" w:hAnsi="黑体" w:hint="eastAsia"/>
          <w:kern w:val="0"/>
          <w:sz w:val="32"/>
          <w:szCs w:val="32"/>
        </w:rPr>
        <w:t>月</w:t>
      </w:r>
      <w:r w:rsidRPr="000A0ACE">
        <w:rPr>
          <w:rFonts w:ascii="黑体" w:eastAsia="黑体" w:hAnsi="黑体"/>
          <w:kern w:val="0"/>
          <w:sz w:val="32"/>
          <w:szCs w:val="32"/>
        </w:rPr>
        <w:t xml:space="preserve">     </w:t>
      </w:r>
      <w:r w:rsidRPr="000A0ACE">
        <w:rPr>
          <w:rFonts w:ascii="黑体" w:eastAsia="黑体" w:hAnsi="黑体" w:hint="eastAsia"/>
          <w:kern w:val="0"/>
          <w:sz w:val="32"/>
          <w:szCs w:val="32"/>
        </w:rPr>
        <w:t>日</w:t>
      </w:r>
    </w:p>
    <w:p w:rsidR="006A0BFB" w:rsidRPr="00E96ED7" w:rsidRDefault="006A0BFB" w:rsidP="00AC3AC9">
      <w:pPr>
        <w:spacing w:line="800" w:lineRule="exact"/>
        <w:ind w:firstLine="1077"/>
        <w:rPr>
          <w:b/>
          <w:sz w:val="28"/>
        </w:rPr>
      </w:pPr>
    </w:p>
    <w:p w:rsidR="006A0BFB" w:rsidRPr="000A0ACE" w:rsidRDefault="006A0BFB" w:rsidP="00E54961">
      <w:pPr>
        <w:spacing w:line="600" w:lineRule="exact"/>
        <w:jc w:val="center"/>
        <w:rPr>
          <w:rFonts w:ascii="黑体" w:eastAsia="黑体" w:hAnsi="黑体"/>
          <w:kern w:val="0"/>
          <w:sz w:val="30"/>
          <w:szCs w:val="30"/>
        </w:rPr>
      </w:pPr>
      <w:r w:rsidRPr="000A0ACE">
        <w:rPr>
          <w:rFonts w:ascii="黑体" w:eastAsia="黑体" w:hAnsi="黑体" w:hint="eastAsia"/>
          <w:kern w:val="0"/>
          <w:sz w:val="30"/>
          <w:szCs w:val="30"/>
        </w:rPr>
        <w:t>中国学位与研究生教育学会制</w:t>
      </w:r>
    </w:p>
    <w:p w:rsidR="006A0BFB" w:rsidRPr="00787C93" w:rsidRDefault="006A0BFB" w:rsidP="00F702BF">
      <w:pPr>
        <w:pStyle w:val="ListParagraph"/>
        <w:ind w:firstLineChars="0"/>
        <w:jc w:val="center"/>
        <w:rPr>
          <w:b/>
          <w:sz w:val="36"/>
        </w:rPr>
      </w:pPr>
      <w:r>
        <w:rPr>
          <w:b/>
          <w:sz w:val="36"/>
        </w:rPr>
        <w:br w:type="page"/>
      </w:r>
      <w:r>
        <w:rPr>
          <w:rFonts w:hint="eastAsia"/>
          <w:b/>
          <w:sz w:val="36"/>
        </w:rPr>
        <w:t>填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表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说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明</w:t>
      </w:r>
    </w:p>
    <w:p w:rsidR="006A0BFB" w:rsidRDefault="006A0BFB" w:rsidP="00C547C0">
      <w:pPr>
        <w:pStyle w:val="ListParagraph"/>
        <w:ind w:left="930" w:firstLineChars="0" w:firstLine="0"/>
        <w:rPr>
          <w:b/>
          <w:sz w:val="28"/>
          <w:szCs w:val="28"/>
        </w:rPr>
      </w:pPr>
    </w:p>
    <w:p w:rsidR="006A0BFB" w:rsidRPr="00AC3AC9" w:rsidRDefault="006A0BFB" w:rsidP="00C547C0">
      <w:pPr>
        <w:pStyle w:val="ListParagraph"/>
        <w:ind w:left="930" w:firstLineChars="0" w:firstLine="0"/>
        <w:rPr>
          <w:b/>
          <w:sz w:val="28"/>
          <w:szCs w:val="28"/>
        </w:rPr>
      </w:pPr>
    </w:p>
    <w:p w:rsidR="006A0BFB" w:rsidRPr="004E2B66" w:rsidRDefault="006A0BFB" w:rsidP="00F702BF">
      <w:pPr>
        <w:pStyle w:val="ListParagraph"/>
        <w:numPr>
          <w:ilvl w:val="0"/>
          <w:numId w:val="11"/>
        </w:numPr>
        <w:spacing w:line="360" w:lineRule="auto"/>
        <w:ind w:firstLineChars="0"/>
        <w:rPr>
          <w:sz w:val="28"/>
          <w:szCs w:val="28"/>
        </w:rPr>
      </w:pPr>
      <w:r w:rsidRPr="004E2B66">
        <w:rPr>
          <w:rFonts w:hint="eastAsia"/>
          <w:sz w:val="28"/>
          <w:szCs w:val="28"/>
        </w:rPr>
        <w:t>成果名称：字数（含符号）不超过</w:t>
      </w:r>
      <w:r w:rsidRPr="004E2B66">
        <w:rPr>
          <w:sz w:val="28"/>
          <w:szCs w:val="28"/>
        </w:rPr>
        <w:t>35</w:t>
      </w:r>
      <w:r w:rsidRPr="004E2B66">
        <w:rPr>
          <w:rFonts w:hint="eastAsia"/>
          <w:sz w:val="28"/>
          <w:szCs w:val="28"/>
        </w:rPr>
        <w:t>个汉字</w:t>
      </w:r>
      <w:r>
        <w:rPr>
          <w:rFonts w:hint="eastAsia"/>
          <w:sz w:val="28"/>
          <w:szCs w:val="28"/>
        </w:rPr>
        <w:t>。</w:t>
      </w:r>
    </w:p>
    <w:p w:rsidR="006A0BFB" w:rsidRPr="004E2B66" w:rsidRDefault="006A0BFB" w:rsidP="00F702BF">
      <w:pPr>
        <w:pStyle w:val="ListParagraph"/>
        <w:numPr>
          <w:ilvl w:val="0"/>
          <w:numId w:val="11"/>
        </w:numPr>
        <w:spacing w:line="360" w:lineRule="auto"/>
        <w:ind w:firstLineChars="0"/>
        <w:rPr>
          <w:sz w:val="28"/>
          <w:szCs w:val="28"/>
        </w:rPr>
      </w:pPr>
      <w:r w:rsidRPr="004E2B66">
        <w:rPr>
          <w:rFonts w:hint="eastAsia"/>
          <w:sz w:val="28"/>
          <w:szCs w:val="28"/>
        </w:rPr>
        <w:t>成果曾获奖情况不包含商业性奖励</w:t>
      </w:r>
      <w:r>
        <w:rPr>
          <w:rFonts w:hint="eastAsia"/>
          <w:sz w:val="28"/>
          <w:szCs w:val="28"/>
        </w:rPr>
        <w:t>。</w:t>
      </w:r>
    </w:p>
    <w:p w:rsidR="006A0BFB" w:rsidRDefault="006A0BFB" w:rsidP="00F702BF">
      <w:pPr>
        <w:pStyle w:val="ListParagraph"/>
        <w:numPr>
          <w:ilvl w:val="0"/>
          <w:numId w:val="1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成果起止时间指研究时间。</w:t>
      </w:r>
    </w:p>
    <w:p w:rsidR="006A0BFB" w:rsidRPr="00616D82" w:rsidRDefault="006A0BFB" w:rsidP="00A6055B">
      <w:pPr>
        <w:pStyle w:val="ListParagraph"/>
        <w:numPr>
          <w:ilvl w:val="0"/>
          <w:numId w:val="1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凡不填内容的栏目必须用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</w:rPr>
        <w:t>无</w:t>
      </w:r>
      <w:r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表示。</w:t>
      </w:r>
    </w:p>
    <w:p w:rsidR="006A0BFB" w:rsidRPr="004E2B66" w:rsidRDefault="006A0BFB" w:rsidP="00A6055B">
      <w:pPr>
        <w:pStyle w:val="ListParagraph"/>
        <w:numPr>
          <w:ilvl w:val="0"/>
          <w:numId w:val="1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正文内容应用四号宋体</w:t>
      </w:r>
      <w:r w:rsidRPr="004E2B66">
        <w:rPr>
          <w:rFonts w:hint="eastAsia"/>
          <w:sz w:val="28"/>
          <w:szCs w:val="28"/>
        </w:rPr>
        <w:t>。</w:t>
      </w:r>
    </w:p>
    <w:p w:rsidR="006A0BFB" w:rsidRDefault="006A0BFB" w:rsidP="00A6055B">
      <w:pPr>
        <w:pStyle w:val="ListParagraph"/>
        <w:numPr>
          <w:ilvl w:val="0"/>
          <w:numId w:val="1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本</w:t>
      </w:r>
      <w:r w:rsidRPr="004E2B66">
        <w:rPr>
          <w:rFonts w:hint="eastAsia"/>
          <w:sz w:val="28"/>
          <w:szCs w:val="28"/>
        </w:rPr>
        <w:t>申请书</w:t>
      </w:r>
      <w:r>
        <w:rPr>
          <w:rFonts w:hint="eastAsia"/>
          <w:sz w:val="28"/>
          <w:szCs w:val="28"/>
        </w:rPr>
        <w:t>一式一份，</w:t>
      </w:r>
      <w:r w:rsidRPr="004E2B66">
        <w:rPr>
          <w:sz w:val="28"/>
          <w:szCs w:val="28"/>
        </w:rPr>
        <w:t>A4</w:t>
      </w:r>
      <w:r>
        <w:rPr>
          <w:rFonts w:hint="eastAsia"/>
          <w:sz w:val="28"/>
          <w:szCs w:val="28"/>
        </w:rPr>
        <w:t>纸</w:t>
      </w:r>
      <w:r w:rsidRPr="004E2B66">
        <w:rPr>
          <w:rFonts w:hint="eastAsia"/>
          <w:sz w:val="28"/>
          <w:szCs w:val="28"/>
        </w:rPr>
        <w:t>双面打印</w:t>
      </w:r>
      <w:r>
        <w:rPr>
          <w:rFonts w:hint="eastAsia"/>
          <w:sz w:val="28"/>
          <w:szCs w:val="28"/>
        </w:rPr>
        <w:t>。</w:t>
      </w:r>
      <w:r w:rsidRPr="004E2B66">
        <w:rPr>
          <w:rFonts w:hint="eastAsia"/>
          <w:sz w:val="28"/>
          <w:szCs w:val="28"/>
        </w:rPr>
        <w:t>需签字、盖章</w:t>
      </w:r>
      <w:r>
        <w:rPr>
          <w:rFonts w:hint="eastAsia"/>
          <w:sz w:val="28"/>
          <w:szCs w:val="28"/>
        </w:rPr>
        <w:t>处</w:t>
      </w:r>
      <w:r w:rsidRPr="004E2B66">
        <w:rPr>
          <w:rFonts w:hint="eastAsia"/>
          <w:sz w:val="28"/>
          <w:szCs w:val="28"/>
        </w:rPr>
        <w:t>打印或复印无效。</w:t>
      </w:r>
    </w:p>
    <w:p w:rsidR="006A0BFB" w:rsidRDefault="006A0BFB" w:rsidP="00C547C0">
      <w:pPr>
        <w:pStyle w:val="ListParagraph"/>
        <w:ind w:left="930" w:firstLineChars="0" w:firstLine="0"/>
        <w:rPr>
          <w:b/>
          <w:sz w:val="36"/>
        </w:rPr>
      </w:pPr>
      <w:r>
        <w:rPr>
          <w:b/>
          <w:sz w:val="36"/>
        </w:rPr>
        <w:br w:type="page"/>
      </w:r>
    </w:p>
    <w:p w:rsidR="006A0BFB" w:rsidRDefault="006A0BFB" w:rsidP="00C547C0">
      <w:pPr>
        <w:pStyle w:val="ListParagraph"/>
        <w:ind w:left="930" w:firstLineChars="0" w:firstLine="0"/>
        <w:rPr>
          <w:b/>
          <w:sz w:val="36"/>
        </w:rPr>
      </w:pPr>
    </w:p>
    <w:p w:rsidR="006A0BFB" w:rsidRPr="000A0ACE" w:rsidRDefault="006A0BFB" w:rsidP="00AC3AC9">
      <w:pPr>
        <w:pStyle w:val="ListParagraph"/>
        <w:numPr>
          <w:ilvl w:val="0"/>
          <w:numId w:val="10"/>
        </w:numPr>
        <w:ind w:firstLineChars="0"/>
        <w:jc w:val="left"/>
        <w:rPr>
          <w:rFonts w:ascii="黑体" w:eastAsia="黑体" w:hAnsi="黑体"/>
          <w:spacing w:val="-10"/>
          <w:kern w:val="0"/>
          <w:sz w:val="36"/>
          <w:szCs w:val="36"/>
        </w:rPr>
      </w:pPr>
      <w:r w:rsidRPr="000A0ACE">
        <w:rPr>
          <w:rFonts w:ascii="黑体" w:eastAsia="黑体" w:hAnsi="黑体" w:hint="eastAsia"/>
          <w:spacing w:val="-10"/>
          <w:kern w:val="0"/>
          <w:sz w:val="36"/>
          <w:szCs w:val="36"/>
        </w:rPr>
        <w:t>成果简介</w:t>
      </w:r>
    </w:p>
    <w:p w:rsidR="006A0BFB" w:rsidRDefault="006A0BFB" w:rsidP="001B75F2">
      <w:pPr>
        <w:pStyle w:val="ListParagraph"/>
        <w:spacing w:line="360" w:lineRule="auto"/>
        <w:ind w:leftChars="-1" w:left="31680" w:firstLineChars="0" w:firstLine="0"/>
        <w:rPr>
          <w:rFonts w:ascii="宋体"/>
          <w:spacing w:val="-10"/>
          <w:kern w:val="0"/>
          <w:sz w:val="28"/>
          <w:szCs w:val="28"/>
        </w:rPr>
      </w:pPr>
    </w:p>
    <w:p w:rsidR="006A0BFB" w:rsidRPr="000A0ACE" w:rsidRDefault="006A0BFB" w:rsidP="001B75F2">
      <w:pPr>
        <w:pStyle w:val="ListParagraph"/>
        <w:spacing w:line="360" w:lineRule="auto"/>
        <w:ind w:leftChars="-1" w:left="31680" w:firstLineChars="0" w:firstLine="0"/>
        <w:rPr>
          <w:rFonts w:ascii="宋体"/>
          <w:spacing w:val="-10"/>
          <w:kern w:val="0"/>
          <w:sz w:val="28"/>
          <w:szCs w:val="28"/>
        </w:rPr>
      </w:pPr>
      <w:r w:rsidRPr="000A0ACE">
        <w:rPr>
          <w:rFonts w:ascii="宋体" w:hAnsi="宋体" w:hint="eastAsia"/>
          <w:spacing w:val="-10"/>
          <w:kern w:val="0"/>
          <w:sz w:val="28"/>
          <w:szCs w:val="28"/>
        </w:rPr>
        <w:t>成果简介不超过</w:t>
      </w:r>
      <w:r w:rsidRPr="000A0ACE">
        <w:rPr>
          <w:rFonts w:ascii="宋体" w:hAnsi="宋体"/>
          <w:spacing w:val="-10"/>
          <w:kern w:val="0"/>
          <w:sz w:val="28"/>
          <w:szCs w:val="28"/>
        </w:rPr>
        <w:t>1000</w:t>
      </w:r>
      <w:r w:rsidRPr="000A0ACE">
        <w:rPr>
          <w:rFonts w:ascii="宋体" w:hAnsi="宋体" w:hint="eastAsia"/>
          <w:spacing w:val="-10"/>
          <w:kern w:val="0"/>
          <w:sz w:val="28"/>
          <w:szCs w:val="28"/>
        </w:rPr>
        <w:t>字、一页</w:t>
      </w:r>
      <w:r w:rsidRPr="000A0ACE">
        <w:rPr>
          <w:rFonts w:ascii="宋体" w:hAnsi="宋体"/>
          <w:spacing w:val="-10"/>
          <w:kern w:val="0"/>
          <w:sz w:val="28"/>
          <w:szCs w:val="28"/>
        </w:rPr>
        <w:t>A4</w:t>
      </w:r>
      <w:r w:rsidRPr="000A0ACE">
        <w:rPr>
          <w:rFonts w:ascii="宋体" w:hAnsi="宋体" w:hint="eastAsia"/>
          <w:spacing w:val="-10"/>
          <w:kern w:val="0"/>
          <w:sz w:val="28"/>
          <w:szCs w:val="28"/>
        </w:rPr>
        <w:t>纸，应包含以下四部分内容：</w:t>
      </w:r>
    </w:p>
    <w:p w:rsidR="006A0BFB" w:rsidRPr="000A0ACE" w:rsidRDefault="006A0BFB" w:rsidP="001B75F2">
      <w:pPr>
        <w:pStyle w:val="ListParagraph"/>
        <w:spacing w:line="360" w:lineRule="auto"/>
        <w:ind w:leftChars="-1" w:left="31680" w:firstLineChars="0" w:firstLine="0"/>
        <w:rPr>
          <w:rFonts w:ascii="宋体"/>
          <w:spacing w:val="-10"/>
          <w:kern w:val="0"/>
          <w:sz w:val="28"/>
          <w:szCs w:val="28"/>
        </w:rPr>
      </w:pPr>
      <w:r w:rsidRPr="000A0ACE">
        <w:rPr>
          <w:rFonts w:ascii="宋体" w:hAnsi="宋体"/>
          <w:spacing w:val="-10"/>
          <w:kern w:val="0"/>
          <w:sz w:val="28"/>
          <w:szCs w:val="28"/>
        </w:rPr>
        <w:t>1</w:t>
      </w:r>
      <w:r w:rsidRPr="000A0ACE">
        <w:rPr>
          <w:rFonts w:ascii="宋体" w:hAnsi="宋体" w:hint="eastAsia"/>
          <w:spacing w:val="-10"/>
          <w:kern w:val="0"/>
          <w:sz w:val="28"/>
          <w:szCs w:val="28"/>
        </w:rPr>
        <w:t>．主要解决的研究生教育理论问题</w:t>
      </w:r>
    </w:p>
    <w:p w:rsidR="006A0BFB" w:rsidRPr="000A0ACE" w:rsidRDefault="006A0BFB" w:rsidP="001B75F2">
      <w:pPr>
        <w:pStyle w:val="ListParagraph"/>
        <w:spacing w:line="360" w:lineRule="auto"/>
        <w:ind w:leftChars="-1" w:left="31680" w:firstLineChars="0" w:firstLine="0"/>
        <w:rPr>
          <w:rFonts w:ascii="宋体"/>
          <w:spacing w:val="-10"/>
          <w:kern w:val="0"/>
          <w:sz w:val="28"/>
          <w:szCs w:val="28"/>
        </w:rPr>
      </w:pPr>
      <w:r w:rsidRPr="000A0ACE">
        <w:rPr>
          <w:rFonts w:ascii="宋体" w:hAnsi="宋体"/>
          <w:spacing w:val="-10"/>
          <w:kern w:val="0"/>
          <w:sz w:val="28"/>
          <w:szCs w:val="28"/>
        </w:rPr>
        <w:t>2</w:t>
      </w:r>
      <w:r w:rsidRPr="000A0ACE">
        <w:rPr>
          <w:rFonts w:ascii="宋体" w:hAnsi="宋体" w:hint="eastAsia"/>
          <w:spacing w:val="-10"/>
          <w:kern w:val="0"/>
          <w:sz w:val="28"/>
          <w:szCs w:val="28"/>
        </w:rPr>
        <w:t>．理论研究方法</w:t>
      </w:r>
    </w:p>
    <w:p w:rsidR="006A0BFB" w:rsidRPr="000A0ACE" w:rsidRDefault="006A0BFB" w:rsidP="001B75F2">
      <w:pPr>
        <w:pStyle w:val="ListParagraph"/>
        <w:spacing w:line="360" w:lineRule="auto"/>
        <w:ind w:leftChars="-1" w:left="31680" w:firstLineChars="0" w:firstLine="0"/>
        <w:rPr>
          <w:rFonts w:ascii="宋体"/>
          <w:spacing w:val="-10"/>
          <w:kern w:val="0"/>
          <w:sz w:val="28"/>
          <w:szCs w:val="28"/>
        </w:rPr>
      </w:pPr>
      <w:r w:rsidRPr="000A0ACE">
        <w:rPr>
          <w:rFonts w:ascii="宋体" w:hAnsi="宋体"/>
          <w:spacing w:val="-10"/>
          <w:kern w:val="0"/>
          <w:sz w:val="28"/>
          <w:szCs w:val="28"/>
        </w:rPr>
        <w:t>3</w:t>
      </w:r>
      <w:r w:rsidRPr="000A0ACE">
        <w:rPr>
          <w:rFonts w:ascii="宋体" w:hAnsi="宋体" w:hint="eastAsia"/>
          <w:spacing w:val="-10"/>
          <w:kern w:val="0"/>
          <w:sz w:val="28"/>
          <w:szCs w:val="28"/>
        </w:rPr>
        <w:t>．创新点</w:t>
      </w:r>
    </w:p>
    <w:p w:rsidR="006A0BFB" w:rsidRPr="000A0ACE" w:rsidRDefault="006A0BFB" w:rsidP="001B75F2">
      <w:pPr>
        <w:pStyle w:val="ListParagraph"/>
        <w:spacing w:line="360" w:lineRule="auto"/>
        <w:ind w:leftChars="-1" w:left="31680" w:firstLineChars="0" w:firstLine="0"/>
        <w:rPr>
          <w:rFonts w:ascii="宋体"/>
          <w:spacing w:val="-10"/>
          <w:kern w:val="0"/>
          <w:sz w:val="28"/>
          <w:szCs w:val="28"/>
        </w:rPr>
      </w:pPr>
      <w:r w:rsidRPr="000A0ACE">
        <w:rPr>
          <w:rFonts w:ascii="宋体" w:hAnsi="宋体"/>
          <w:spacing w:val="-10"/>
          <w:kern w:val="0"/>
          <w:sz w:val="28"/>
          <w:szCs w:val="28"/>
        </w:rPr>
        <w:t>4</w:t>
      </w:r>
      <w:r w:rsidRPr="000A0ACE">
        <w:rPr>
          <w:rFonts w:ascii="宋体" w:hAnsi="宋体" w:hint="eastAsia"/>
          <w:spacing w:val="-10"/>
          <w:kern w:val="0"/>
          <w:sz w:val="28"/>
          <w:szCs w:val="28"/>
        </w:rPr>
        <w:t>．理论研究贡献</w:t>
      </w:r>
    </w:p>
    <w:p w:rsidR="006A0BFB" w:rsidRPr="00E4113F" w:rsidRDefault="006A0BFB" w:rsidP="001B75F2">
      <w:pPr>
        <w:pStyle w:val="ListParagraph"/>
        <w:ind w:leftChars="-1" w:left="31680" w:firstLineChars="0" w:firstLine="0"/>
        <w:rPr>
          <w:b/>
          <w:sz w:val="28"/>
          <w:szCs w:val="28"/>
        </w:rPr>
      </w:pPr>
    </w:p>
    <w:p w:rsidR="006A0BFB" w:rsidRDefault="006A0BFB" w:rsidP="001B75F2">
      <w:pPr>
        <w:pStyle w:val="ListParagraph"/>
        <w:ind w:leftChars="-1" w:left="31680" w:firstLineChars="0" w:firstLine="0"/>
        <w:rPr>
          <w:b/>
          <w:sz w:val="24"/>
        </w:rPr>
      </w:pPr>
    </w:p>
    <w:p w:rsidR="006A0BFB" w:rsidRPr="001706AC" w:rsidRDefault="006A0BFB" w:rsidP="001B75F2">
      <w:pPr>
        <w:pStyle w:val="ListParagraph"/>
        <w:ind w:leftChars="-1" w:left="31680" w:firstLineChars="0" w:firstLine="0"/>
        <w:rPr>
          <w:b/>
          <w:sz w:val="24"/>
        </w:rPr>
      </w:pPr>
    </w:p>
    <w:p w:rsidR="006A0BFB" w:rsidRDefault="006A0BFB" w:rsidP="00E625CA">
      <w:pPr>
        <w:jc w:val="center"/>
        <w:rPr>
          <w:b/>
          <w:sz w:val="36"/>
        </w:rPr>
      </w:pPr>
    </w:p>
    <w:p w:rsidR="006A0BFB" w:rsidRPr="00AC3AC9" w:rsidRDefault="006A0BFB" w:rsidP="00F702BF">
      <w:pPr>
        <w:pStyle w:val="ListParagraph"/>
        <w:numPr>
          <w:ilvl w:val="0"/>
          <w:numId w:val="10"/>
        </w:numPr>
        <w:ind w:firstLineChars="0"/>
        <w:jc w:val="left"/>
        <w:rPr>
          <w:rFonts w:ascii="方正仿宋简体" w:eastAsia="方正仿宋简体"/>
          <w:spacing w:val="-10"/>
          <w:kern w:val="0"/>
          <w:sz w:val="36"/>
          <w:szCs w:val="36"/>
        </w:rPr>
      </w:pPr>
      <w:r>
        <w:rPr>
          <w:b/>
          <w:sz w:val="36"/>
        </w:rPr>
        <w:br w:type="page"/>
      </w:r>
      <w:r w:rsidRPr="002A10D4">
        <w:rPr>
          <w:rFonts w:ascii="黑体" w:eastAsia="黑体" w:hAnsi="黑体" w:hint="eastAsia"/>
          <w:spacing w:val="-10"/>
          <w:kern w:val="0"/>
          <w:sz w:val="36"/>
          <w:szCs w:val="36"/>
        </w:rPr>
        <w:t>主要完成人情况</w:t>
      </w:r>
    </w:p>
    <w:tbl>
      <w:tblPr>
        <w:tblW w:w="90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852"/>
        <w:gridCol w:w="1476"/>
        <w:gridCol w:w="2767"/>
        <w:gridCol w:w="1389"/>
        <w:gridCol w:w="2584"/>
      </w:tblGrid>
      <w:tr w:rsidR="006A0BFB" w:rsidRPr="002A10D4" w:rsidTr="008E030C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第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>(  )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完成人</w:t>
            </w:r>
          </w:p>
          <w:p w:rsidR="006A0BFB" w:rsidRPr="002A10D4" w:rsidRDefault="006A0BFB" w:rsidP="00F702BF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姓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名</w:t>
            </w:r>
          </w:p>
        </w:tc>
        <w:tc>
          <w:tcPr>
            <w:tcW w:w="2767" w:type="dxa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389" w:type="dxa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性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别</w:t>
            </w:r>
          </w:p>
        </w:tc>
        <w:tc>
          <w:tcPr>
            <w:tcW w:w="2584" w:type="dxa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A0BFB" w:rsidRPr="002A10D4" w:rsidTr="008E030C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767" w:type="dxa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ind w:left="264"/>
              <w:jc w:val="center"/>
              <w:rPr>
                <w:rFonts w:ascii="宋体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z w:val="28"/>
                <w:szCs w:val="28"/>
              </w:rPr>
              <w:t>年</w:t>
            </w:r>
            <w:r w:rsidRPr="002A10D4">
              <w:rPr>
                <w:rFonts w:ascii="宋体" w:hAnsi="宋体"/>
                <w:sz w:val="28"/>
                <w:szCs w:val="28"/>
              </w:rPr>
              <w:t xml:space="preserve">    </w:t>
            </w:r>
            <w:r w:rsidRPr="002A10D4">
              <w:rPr>
                <w:rFonts w:ascii="宋体" w:hAnsi="宋体" w:hint="eastAsia"/>
                <w:sz w:val="28"/>
                <w:szCs w:val="28"/>
              </w:rPr>
              <w:t>月</w:t>
            </w:r>
          </w:p>
        </w:tc>
        <w:tc>
          <w:tcPr>
            <w:tcW w:w="1389" w:type="dxa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最后学历</w:t>
            </w:r>
          </w:p>
        </w:tc>
        <w:tc>
          <w:tcPr>
            <w:tcW w:w="2584" w:type="dxa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A0BFB" w:rsidRPr="002A10D4" w:rsidTr="008E030C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2767" w:type="dxa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ind w:left="264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389" w:type="dxa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专业技术</w:t>
            </w:r>
          </w:p>
          <w:p w:rsidR="006A0BFB" w:rsidRPr="002A10D4" w:rsidRDefault="006A0BFB" w:rsidP="00F702BF">
            <w:pPr>
              <w:adjustRightInd w:val="0"/>
              <w:snapToGrid w:val="0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职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称</w:t>
            </w:r>
          </w:p>
        </w:tc>
        <w:tc>
          <w:tcPr>
            <w:tcW w:w="2584" w:type="dxa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A0BFB" w:rsidRPr="002A10D4" w:rsidTr="008E030C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67" w:type="dxa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389" w:type="dxa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现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任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党</w:t>
            </w:r>
          </w:p>
          <w:p w:rsidR="006A0BFB" w:rsidRPr="002A10D4" w:rsidRDefault="006A0BFB" w:rsidP="00F702BF">
            <w:pPr>
              <w:adjustRightInd w:val="0"/>
              <w:snapToGrid w:val="0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政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职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务</w:t>
            </w:r>
          </w:p>
        </w:tc>
        <w:tc>
          <w:tcPr>
            <w:tcW w:w="2584" w:type="dxa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ind w:left="99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A0BFB" w:rsidRPr="002A10D4" w:rsidTr="008E030C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电子信箱</w:t>
            </w:r>
          </w:p>
        </w:tc>
        <w:tc>
          <w:tcPr>
            <w:tcW w:w="2767" w:type="dxa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389" w:type="dxa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2584" w:type="dxa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A0BFB" w:rsidRPr="002A10D4" w:rsidTr="008E030C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6740" w:type="dxa"/>
            <w:gridSpan w:val="3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A0BFB" w:rsidRPr="002A10D4" w:rsidTr="008E030C">
        <w:trPr>
          <w:trHeight w:val="849"/>
          <w:jc w:val="center"/>
        </w:trPr>
        <w:tc>
          <w:tcPr>
            <w:tcW w:w="2328" w:type="dxa"/>
            <w:gridSpan w:val="2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成果何时何地</w:t>
            </w:r>
          </w:p>
          <w:p w:rsidR="006A0BFB" w:rsidRPr="002A10D4" w:rsidRDefault="006A0BFB" w:rsidP="00F702BF">
            <w:pPr>
              <w:adjustRightInd w:val="0"/>
              <w:snapToGrid w:val="0"/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曾受何种奖励</w:t>
            </w:r>
          </w:p>
        </w:tc>
        <w:tc>
          <w:tcPr>
            <w:tcW w:w="6740" w:type="dxa"/>
            <w:gridSpan w:val="3"/>
            <w:vAlign w:val="center"/>
          </w:tcPr>
          <w:p w:rsidR="006A0BFB" w:rsidRPr="002A10D4" w:rsidRDefault="006A0BFB" w:rsidP="00F702BF">
            <w:pPr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A0BFB" w:rsidRPr="002A10D4" w:rsidTr="008E030C">
        <w:trPr>
          <w:trHeight w:val="6650"/>
          <w:jc w:val="center"/>
        </w:trPr>
        <w:tc>
          <w:tcPr>
            <w:tcW w:w="852" w:type="dxa"/>
            <w:vAlign w:val="center"/>
          </w:tcPr>
          <w:p w:rsidR="006A0BFB" w:rsidRPr="002A10D4" w:rsidRDefault="006A0BFB" w:rsidP="008E030C">
            <w:pPr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主</w:t>
            </w:r>
          </w:p>
          <w:p w:rsidR="006A0BFB" w:rsidRPr="002A10D4" w:rsidRDefault="006A0BFB" w:rsidP="008E030C">
            <w:pPr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要</w:t>
            </w:r>
          </w:p>
          <w:p w:rsidR="006A0BFB" w:rsidRPr="002A10D4" w:rsidRDefault="006A0BFB" w:rsidP="008E030C">
            <w:pPr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贡</w:t>
            </w:r>
          </w:p>
          <w:p w:rsidR="006A0BFB" w:rsidRPr="002A10D4" w:rsidRDefault="006A0BFB" w:rsidP="008E030C">
            <w:pPr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献</w:t>
            </w:r>
          </w:p>
          <w:p w:rsidR="006A0BFB" w:rsidRPr="002A10D4" w:rsidRDefault="006A0BFB" w:rsidP="008E030C">
            <w:pPr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及</w:t>
            </w:r>
          </w:p>
          <w:p w:rsidR="006A0BFB" w:rsidRPr="002A10D4" w:rsidRDefault="006A0BFB" w:rsidP="008E030C">
            <w:pPr>
              <w:ind w:left="-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承</w:t>
            </w:r>
          </w:p>
          <w:p w:rsidR="006A0BFB" w:rsidRPr="002A10D4" w:rsidRDefault="006A0BFB" w:rsidP="008E030C">
            <w:pPr>
              <w:ind w:left="-3"/>
              <w:jc w:val="center"/>
              <w:rPr>
                <w:rFonts w:ascii="宋体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诺</w:t>
            </w:r>
          </w:p>
        </w:tc>
        <w:tc>
          <w:tcPr>
            <w:tcW w:w="8216" w:type="dxa"/>
            <w:gridSpan w:val="4"/>
            <w:vAlign w:val="bottom"/>
          </w:tcPr>
          <w:p w:rsidR="006A0BFB" w:rsidRPr="002A10D4" w:rsidRDefault="006A0BFB" w:rsidP="00463A26">
            <w:pPr>
              <w:rPr>
                <w:rFonts w:ascii="宋体"/>
                <w:sz w:val="28"/>
                <w:szCs w:val="28"/>
                <w:u w:val="single"/>
              </w:rPr>
            </w:pPr>
          </w:p>
          <w:p w:rsidR="006A0BFB" w:rsidRPr="002A10D4" w:rsidRDefault="006A0BFB" w:rsidP="008E030C">
            <w:pPr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6A0BFB" w:rsidRPr="002A10D4" w:rsidRDefault="006A0BFB" w:rsidP="008E030C">
            <w:pPr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6A0BFB" w:rsidRPr="002A10D4" w:rsidRDefault="006A0BFB" w:rsidP="008E030C">
            <w:pPr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6A0BFB" w:rsidRPr="002A10D4" w:rsidRDefault="006A0BFB" w:rsidP="008E030C">
            <w:pPr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6A0BFB" w:rsidRPr="002A10D4" w:rsidRDefault="006A0BFB" w:rsidP="008E030C">
            <w:pPr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6A0BFB" w:rsidRPr="002A10D4" w:rsidRDefault="006A0BFB" w:rsidP="008E030C">
            <w:pPr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6A0BFB" w:rsidRPr="002A10D4" w:rsidRDefault="006A0BFB" w:rsidP="008E030C">
            <w:pPr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6A0BFB" w:rsidRPr="002A10D4" w:rsidRDefault="006A0BFB" w:rsidP="008E030C">
            <w:pPr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6A0BFB" w:rsidRPr="002A10D4" w:rsidRDefault="006A0BFB" w:rsidP="008E030C">
            <w:pPr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6A0BFB" w:rsidRPr="002A10D4" w:rsidRDefault="006A0BFB" w:rsidP="008E030C">
            <w:pPr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6A0BFB" w:rsidRPr="002A10D4" w:rsidRDefault="006A0BFB" w:rsidP="008E030C">
            <w:pPr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6A0BFB" w:rsidRPr="002A10D4" w:rsidRDefault="006A0BFB" w:rsidP="008E030C">
            <w:pPr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6A0BFB" w:rsidRPr="002A10D4" w:rsidRDefault="006A0BFB" w:rsidP="008E030C">
            <w:pPr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6A0BFB" w:rsidRPr="002A10D4" w:rsidRDefault="006A0BFB" w:rsidP="008E030C">
            <w:pPr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6A0BFB" w:rsidRPr="002A10D4" w:rsidRDefault="006A0BFB" w:rsidP="008E030C">
            <w:pPr>
              <w:ind w:firstLine="600"/>
              <w:rPr>
                <w:rFonts w:ascii="宋体"/>
                <w:b/>
                <w:sz w:val="24"/>
                <w:u w:val="single"/>
              </w:rPr>
            </w:pPr>
            <w:r w:rsidRPr="002A10D4">
              <w:rPr>
                <w:rFonts w:ascii="宋体" w:hAnsi="宋体" w:hint="eastAsia"/>
                <w:b/>
                <w:sz w:val="24"/>
                <w:u w:val="single"/>
              </w:rPr>
              <w:t>本人承诺所陈述的主要贡献及提供的佐证材料真实有效、符合学术规范，成果知识产权无异议，相关材料不涉密、可在互联网上评审及公示，上传的电子版与纸质版一致。</w:t>
            </w:r>
          </w:p>
          <w:p w:rsidR="006A0BFB" w:rsidRPr="002A10D4" w:rsidRDefault="006A0BFB" w:rsidP="008E030C">
            <w:pPr>
              <w:ind w:firstLine="600"/>
              <w:rPr>
                <w:rFonts w:ascii="宋体"/>
                <w:sz w:val="28"/>
                <w:szCs w:val="28"/>
                <w:u w:val="single"/>
              </w:rPr>
            </w:pPr>
          </w:p>
          <w:p w:rsidR="006A0BFB" w:rsidRPr="002A10D4" w:rsidRDefault="006A0BFB" w:rsidP="008E030C">
            <w:pPr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/>
                <w:sz w:val="28"/>
                <w:szCs w:val="28"/>
              </w:rPr>
              <w:t xml:space="preserve">                                 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本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人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签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名：</w:t>
            </w:r>
          </w:p>
          <w:p w:rsidR="006A0BFB" w:rsidRPr="002A10D4" w:rsidRDefault="006A0BFB" w:rsidP="006A0BFB">
            <w:pPr>
              <w:ind w:firstLineChars="27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2A10D4">
            <w:pPr>
              <w:jc w:val="right"/>
              <w:rPr>
                <w:rFonts w:ascii="宋体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年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月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日</w:t>
            </w:r>
          </w:p>
        </w:tc>
      </w:tr>
    </w:tbl>
    <w:p w:rsidR="006A0BFB" w:rsidRPr="00AC3AC9" w:rsidRDefault="006A0BFB" w:rsidP="00F702BF">
      <w:pPr>
        <w:pStyle w:val="ListParagraph"/>
        <w:numPr>
          <w:ilvl w:val="0"/>
          <w:numId w:val="10"/>
        </w:numPr>
        <w:ind w:firstLineChars="0"/>
        <w:jc w:val="left"/>
        <w:rPr>
          <w:rFonts w:ascii="方正仿宋简体" w:eastAsia="方正仿宋简体"/>
          <w:spacing w:val="-10"/>
          <w:kern w:val="0"/>
          <w:sz w:val="36"/>
          <w:szCs w:val="36"/>
        </w:rPr>
      </w:pPr>
      <w:r>
        <w:rPr>
          <w:b/>
          <w:sz w:val="36"/>
        </w:rPr>
        <w:br w:type="page"/>
      </w:r>
      <w:r w:rsidRPr="002A10D4">
        <w:rPr>
          <w:rFonts w:ascii="黑体" w:eastAsia="黑体" w:hAnsi="黑体" w:hint="eastAsia"/>
          <w:spacing w:val="-10"/>
          <w:kern w:val="0"/>
          <w:sz w:val="36"/>
          <w:szCs w:val="36"/>
        </w:rPr>
        <w:t>主要完成单位情况</w:t>
      </w:r>
    </w:p>
    <w:tbl>
      <w:tblPr>
        <w:tblW w:w="89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862"/>
        <w:gridCol w:w="720"/>
        <w:gridCol w:w="3240"/>
        <w:gridCol w:w="1440"/>
        <w:gridCol w:w="2731"/>
      </w:tblGrid>
      <w:tr w:rsidR="006A0BFB" w:rsidRPr="002A10D4">
        <w:trPr>
          <w:trHeight w:val="767"/>
          <w:jc w:val="center"/>
        </w:trPr>
        <w:tc>
          <w:tcPr>
            <w:tcW w:w="1582" w:type="dxa"/>
            <w:gridSpan w:val="2"/>
            <w:vAlign w:val="center"/>
          </w:tcPr>
          <w:p w:rsidR="006A0BFB" w:rsidRPr="002A10D4" w:rsidRDefault="006A0BFB" w:rsidP="00E625CA">
            <w:pPr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第（）完成</w:t>
            </w:r>
          </w:p>
          <w:p w:rsidR="006A0BFB" w:rsidRPr="002A10D4" w:rsidRDefault="006A0BFB" w:rsidP="00E625CA">
            <w:pPr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3240" w:type="dxa"/>
            <w:vAlign w:val="center"/>
          </w:tcPr>
          <w:p w:rsidR="006A0BFB" w:rsidRPr="002A10D4" w:rsidRDefault="006A0BFB" w:rsidP="00E625CA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A0BFB" w:rsidRPr="002A10D4" w:rsidRDefault="006A0BFB" w:rsidP="00E625CA">
            <w:pPr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vAlign w:val="center"/>
          </w:tcPr>
          <w:p w:rsidR="006A0BFB" w:rsidRPr="002A10D4" w:rsidRDefault="006A0BFB" w:rsidP="00E625CA">
            <w:pPr>
              <w:ind w:left="189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A0BFB" w:rsidRPr="002A10D4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6A0BFB" w:rsidRPr="002A10D4" w:rsidRDefault="006A0BFB" w:rsidP="00E625CA">
            <w:pPr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联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系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人</w:t>
            </w:r>
          </w:p>
        </w:tc>
        <w:tc>
          <w:tcPr>
            <w:tcW w:w="3240" w:type="dxa"/>
            <w:vAlign w:val="center"/>
          </w:tcPr>
          <w:p w:rsidR="006A0BFB" w:rsidRPr="002A10D4" w:rsidRDefault="006A0BFB" w:rsidP="00E625CA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A0BFB" w:rsidRPr="002A10D4" w:rsidRDefault="006A0BFB" w:rsidP="00E625CA">
            <w:pPr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vAlign w:val="center"/>
          </w:tcPr>
          <w:p w:rsidR="006A0BFB" w:rsidRPr="002A10D4" w:rsidRDefault="006A0BFB" w:rsidP="00E625CA">
            <w:pPr>
              <w:ind w:left="189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A0BFB" w:rsidRPr="002A10D4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6A0BFB" w:rsidRPr="002A10D4" w:rsidRDefault="006A0BFB" w:rsidP="00E625CA">
            <w:pPr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传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真</w:t>
            </w:r>
          </w:p>
        </w:tc>
        <w:tc>
          <w:tcPr>
            <w:tcW w:w="3240" w:type="dxa"/>
            <w:vAlign w:val="center"/>
          </w:tcPr>
          <w:p w:rsidR="006A0BFB" w:rsidRPr="002A10D4" w:rsidRDefault="006A0BFB" w:rsidP="00E625CA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A0BFB" w:rsidRPr="002A10D4" w:rsidRDefault="006A0BFB" w:rsidP="00E625CA">
            <w:pPr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电子信箱</w:t>
            </w:r>
          </w:p>
        </w:tc>
        <w:tc>
          <w:tcPr>
            <w:tcW w:w="2731" w:type="dxa"/>
            <w:vAlign w:val="center"/>
          </w:tcPr>
          <w:p w:rsidR="006A0BFB" w:rsidRPr="002A10D4" w:rsidRDefault="006A0BFB" w:rsidP="00E625CA">
            <w:pPr>
              <w:ind w:left="189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A0BFB" w:rsidRPr="002A10D4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6A0BFB" w:rsidRPr="002A10D4" w:rsidRDefault="006A0BFB" w:rsidP="00E625CA">
            <w:pPr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3240" w:type="dxa"/>
            <w:vAlign w:val="center"/>
          </w:tcPr>
          <w:p w:rsidR="006A0BFB" w:rsidRPr="002A10D4" w:rsidRDefault="006A0BFB" w:rsidP="00E625CA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6A0BFB" w:rsidRPr="002A10D4" w:rsidRDefault="006A0BFB" w:rsidP="00E625CA">
            <w:pPr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vAlign w:val="center"/>
          </w:tcPr>
          <w:p w:rsidR="006A0BFB" w:rsidRPr="002A10D4" w:rsidRDefault="006A0BFB" w:rsidP="00E625CA">
            <w:pPr>
              <w:ind w:left="189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6A0BFB" w:rsidRPr="002A10D4" w:rsidTr="002A10D4">
        <w:trPr>
          <w:trHeight w:val="9245"/>
          <w:jc w:val="center"/>
        </w:trPr>
        <w:tc>
          <w:tcPr>
            <w:tcW w:w="862" w:type="dxa"/>
            <w:vAlign w:val="center"/>
          </w:tcPr>
          <w:p w:rsidR="006A0BFB" w:rsidRPr="002A10D4" w:rsidRDefault="006A0BFB" w:rsidP="009178CE">
            <w:pPr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主</w:t>
            </w:r>
          </w:p>
          <w:p w:rsidR="006A0BFB" w:rsidRPr="002A10D4" w:rsidRDefault="006A0BFB" w:rsidP="009178CE">
            <w:pPr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要</w:t>
            </w:r>
          </w:p>
          <w:p w:rsidR="006A0BFB" w:rsidRPr="002A10D4" w:rsidRDefault="006A0BFB" w:rsidP="009178CE">
            <w:pPr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贡</w:t>
            </w:r>
          </w:p>
          <w:p w:rsidR="006A0BFB" w:rsidRPr="002A10D4" w:rsidRDefault="006A0BFB" w:rsidP="00E625CA">
            <w:pPr>
              <w:jc w:val="center"/>
              <w:rPr>
                <w:rFonts w:ascii="宋体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献</w:t>
            </w:r>
          </w:p>
        </w:tc>
        <w:tc>
          <w:tcPr>
            <w:tcW w:w="8131" w:type="dxa"/>
            <w:gridSpan w:val="4"/>
            <w:vAlign w:val="bottom"/>
          </w:tcPr>
          <w:p w:rsidR="006A0BFB" w:rsidRPr="002A10D4" w:rsidRDefault="006A0BFB" w:rsidP="00463A26">
            <w:pPr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463A26">
            <w:pPr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单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位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盖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章</w:t>
            </w:r>
          </w:p>
          <w:p w:rsidR="006A0BFB" w:rsidRPr="002A10D4" w:rsidRDefault="006A0BFB" w:rsidP="006A0BFB">
            <w:pPr>
              <w:ind w:leftChars="55" w:left="31680" w:firstLineChars="18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firstLineChars="1850" w:firstLine="31680"/>
              <w:rPr>
                <w:rFonts w:ascii="宋体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年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月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日</w:t>
            </w:r>
          </w:p>
        </w:tc>
      </w:tr>
    </w:tbl>
    <w:p w:rsidR="006A0BFB" w:rsidRDefault="006A0BFB" w:rsidP="00BB159A">
      <w:pPr>
        <w:rPr>
          <w:b/>
          <w:sz w:val="24"/>
        </w:rPr>
      </w:pPr>
      <w:r w:rsidRPr="00212F80">
        <w:rPr>
          <w:rFonts w:ascii="仿宋" w:eastAsia="仿宋" w:hAnsi="仿宋" w:hint="eastAsia"/>
          <w:sz w:val="24"/>
        </w:rPr>
        <w:t>注</w:t>
      </w:r>
      <w:r w:rsidRPr="00212F80">
        <w:rPr>
          <w:rFonts w:ascii="仿宋" w:eastAsia="仿宋" w:hAnsi="仿宋"/>
          <w:sz w:val="24"/>
        </w:rPr>
        <w:t>:</w:t>
      </w:r>
      <w:r w:rsidRPr="00212F80">
        <w:rPr>
          <w:rFonts w:ascii="仿宋" w:eastAsia="仿宋" w:hAnsi="仿宋" w:hint="eastAsia"/>
          <w:sz w:val="24"/>
        </w:rPr>
        <w:t>联合申请项目此页可复制填写，主要完成单位一般不宜超过</w:t>
      </w:r>
      <w:r w:rsidRPr="00212F80">
        <w:rPr>
          <w:rFonts w:ascii="仿宋" w:eastAsia="仿宋" w:hAnsi="仿宋"/>
          <w:sz w:val="24"/>
        </w:rPr>
        <w:t>3</w:t>
      </w:r>
      <w:r w:rsidRPr="00212F80">
        <w:rPr>
          <w:rFonts w:ascii="仿宋" w:eastAsia="仿宋" w:hAnsi="仿宋" w:hint="eastAsia"/>
          <w:sz w:val="24"/>
        </w:rPr>
        <w:t>个。</w:t>
      </w:r>
    </w:p>
    <w:p w:rsidR="006A0BFB" w:rsidRDefault="006A0BFB" w:rsidP="002A10D4">
      <w:pPr>
        <w:pStyle w:val="ListParagraph"/>
        <w:ind w:left="720" w:firstLineChars="0" w:firstLine="0"/>
        <w:jc w:val="left"/>
        <w:rPr>
          <w:rFonts w:ascii="黑体" w:eastAsia="黑体" w:hAnsi="黑体"/>
          <w:spacing w:val="-10"/>
          <w:kern w:val="0"/>
          <w:sz w:val="36"/>
          <w:szCs w:val="36"/>
        </w:rPr>
      </w:pPr>
    </w:p>
    <w:p w:rsidR="006A0BFB" w:rsidRPr="002A10D4" w:rsidRDefault="006A0BFB" w:rsidP="002A10D4">
      <w:pPr>
        <w:pStyle w:val="ListParagraph"/>
        <w:numPr>
          <w:ilvl w:val="0"/>
          <w:numId w:val="10"/>
        </w:numPr>
        <w:ind w:firstLineChars="0"/>
        <w:jc w:val="left"/>
        <w:rPr>
          <w:rFonts w:ascii="黑体" w:eastAsia="黑体" w:hAnsi="黑体"/>
          <w:spacing w:val="-10"/>
          <w:kern w:val="0"/>
          <w:sz w:val="36"/>
          <w:szCs w:val="36"/>
        </w:rPr>
      </w:pPr>
      <w:r w:rsidRPr="002A10D4">
        <w:rPr>
          <w:rFonts w:ascii="黑体" w:eastAsia="黑体" w:hAnsi="黑体" w:hint="eastAsia"/>
          <w:spacing w:val="-10"/>
          <w:kern w:val="0"/>
          <w:sz w:val="36"/>
          <w:szCs w:val="36"/>
        </w:rPr>
        <w:t>推荐、评审意见</w:t>
      </w:r>
    </w:p>
    <w:tbl>
      <w:tblPr>
        <w:tblW w:w="90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072"/>
        <w:gridCol w:w="7982"/>
      </w:tblGrid>
      <w:tr w:rsidR="006A0BFB" w:rsidRPr="002A10D4">
        <w:trPr>
          <w:trHeight w:val="6450"/>
          <w:jc w:val="center"/>
        </w:trPr>
        <w:tc>
          <w:tcPr>
            <w:tcW w:w="1072" w:type="dxa"/>
            <w:vAlign w:val="center"/>
          </w:tcPr>
          <w:p w:rsidR="006A0BFB" w:rsidRPr="002A10D4" w:rsidRDefault="006A0BFB" w:rsidP="00E625CA">
            <w:pPr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推</w:t>
            </w:r>
          </w:p>
          <w:p w:rsidR="006A0BFB" w:rsidRPr="002A10D4" w:rsidRDefault="006A0BFB" w:rsidP="00E625CA">
            <w:pPr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荐</w:t>
            </w:r>
          </w:p>
          <w:p w:rsidR="006A0BFB" w:rsidRPr="002A10D4" w:rsidRDefault="006A0BFB" w:rsidP="009178CE">
            <w:pPr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意</w:t>
            </w:r>
          </w:p>
          <w:p w:rsidR="006A0BFB" w:rsidRPr="002A10D4" w:rsidRDefault="006A0BFB" w:rsidP="009178CE">
            <w:pPr>
              <w:ind w:left="-63"/>
              <w:jc w:val="center"/>
              <w:rPr>
                <w:rFonts w:ascii="宋体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见</w:t>
            </w:r>
          </w:p>
        </w:tc>
        <w:tc>
          <w:tcPr>
            <w:tcW w:w="7982" w:type="dxa"/>
            <w:vAlign w:val="bottom"/>
          </w:tcPr>
          <w:p w:rsidR="006A0BFB" w:rsidRPr="002A10D4" w:rsidRDefault="006A0BFB" w:rsidP="002A10D4">
            <w:pPr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推荐单位公章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>/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三位理事签字：</w:t>
            </w:r>
          </w:p>
          <w:p w:rsidR="006A0BFB" w:rsidRPr="002A10D4" w:rsidRDefault="006A0BFB" w:rsidP="00E625CA">
            <w:pPr>
              <w:widowControl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firstLineChars="1850" w:firstLine="31680"/>
              <w:rPr>
                <w:rFonts w:ascii="宋体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年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月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日</w:t>
            </w:r>
          </w:p>
        </w:tc>
      </w:tr>
      <w:tr w:rsidR="006A0BFB" w:rsidRPr="002A10D4">
        <w:trPr>
          <w:trHeight w:val="5647"/>
          <w:jc w:val="center"/>
        </w:trPr>
        <w:tc>
          <w:tcPr>
            <w:tcW w:w="1072" w:type="dxa"/>
            <w:vAlign w:val="center"/>
          </w:tcPr>
          <w:p w:rsidR="006A0BFB" w:rsidRPr="002A10D4" w:rsidRDefault="006A0BFB" w:rsidP="00E625CA">
            <w:pPr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初</w:t>
            </w:r>
          </w:p>
          <w:p w:rsidR="006A0BFB" w:rsidRPr="002A10D4" w:rsidRDefault="006A0BFB" w:rsidP="009178CE">
            <w:pPr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评</w:t>
            </w:r>
          </w:p>
          <w:p w:rsidR="006A0BFB" w:rsidRPr="002A10D4" w:rsidRDefault="006A0BFB" w:rsidP="00E625CA">
            <w:pPr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意</w:t>
            </w:r>
          </w:p>
          <w:p w:rsidR="006A0BFB" w:rsidRPr="002A10D4" w:rsidRDefault="006A0BFB" w:rsidP="00E625CA">
            <w:pPr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见</w:t>
            </w:r>
          </w:p>
        </w:tc>
        <w:tc>
          <w:tcPr>
            <w:tcW w:w="7982" w:type="dxa"/>
            <w:vAlign w:val="bottom"/>
          </w:tcPr>
          <w:p w:rsidR="006A0BFB" w:rsidRPr="002A10D4" w:rsidRDefault="006A0BFB" w:rsidP="006A0BFB">
            <w:pPr>
              <w:ind w:firstLineChars="15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评审组签字：</w:t>
            </w:r>
          </w:p>
          <w:p w:rsidR="006A0BFB" w:rsidRPr="002A10D4" w:rsidRDefault="006A0BFB" w:rsidP="00E625CA">
            <w:pPr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firstLineChars="2050" w:firstLine="31680"/>
              <w:rPr>
                <w:rFonts w:ascii="宋体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年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月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日</w:t>
            </w:r>
          </w:p>
        </w:tc>
      </w:tr>
      <w:tr w:rsidR="006A0BFB" w:rsidRPr="002A10D4">
        <w:trPr>
          <w:trHeight w:val="6365"/>
          <w:jc w:val="center"/>
        </w:trPr>
        <w:tc>
          <w:tcPr>
            <w:tcW w:w="1072" w:type="dxa"/>
            <w:vAlign w:val="center"/>
          </w:tcPr>
          <w:p w:rsidR="006A0BFB" w:rsidRPr="002A10D4" w:rsidRDefault="006A0BFB" w:rsidP="00E625CA">
            <w:pPr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复</w:t>
            </w:r>
          </w:p>
          <w:p w:rsidR="006A0BFB" w:rsidRPr="002A10D4" w:rsidRDefault="006A0BFB" w:rsidP="00E625CA">
            <w:pPr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评</w:t>
            </w:r>
          </w:p>
          <w:p w:rsidR="006A0BFB" w:rsidRPr="002A10D4" w:rsidRDefault="006A0BFB" w:rsidP="00E625CA">
            <w:pPr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意</w:t>
            </w:r>
          </w:p>
          <w:p w:rsidR="006A0BFB" w:rsidRPr="002A10D4" w:rsidRDefault="006A0BFB" w:rsidP="00E625CA">
            <w:pPr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见</w:t>
            </w:r>
          </w:p>
        </w:tc>
        <w:tc>
          <w:tcPr>
            <w:tcW w:w="7982" w:type="dxa"/>
            <w:vAlign w:val="bottom"/>
          </w:tcPr>
          <w:p w:rsidR="006A0BFB" w:rsidRPr="002A10D4" w:rsidRDefault="006A0BFB" w:rsidP="00E625CA">
            <w:pPr>
              <w:ind w:firstLine="240"/>
              <w:rPr>
                <w:rFonts w:ascii="宋体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firstLineChars="9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复评答辩委员会主任签字：</w:t>
            </w:r>
          </w:p>
          <w:p w:rsidR="006A0BFB" w:rsidRPr="002A10D4" w:rsidRDefault="006A0BFB" w:rsidP="00E625CA">
            <w:pPr>
              <w:ind w:left="2469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firstLineChars="2050" w:firstLine="31680"/>
              <w:rPr>
                <w:rFonts w:ascii="宋体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年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月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日</w:t>
            </w:r>
          </w:p>
        </w:tc>
      </w:tr>
      <w:tr w:rsidR="006A0BFB" w:rsidRPr="002A10D4">
        <w:trPr>
          <w:trHeight w:val="6244"/>
          <w:jc w:val="center"/>
        </w:trPr>
        <w:tc>
          <w:tcPr>
            <w:tcW w:w="1072" w:type="dxa"/>
            <w:vAlign w:val="center"/>
          </w:tcPr>
          <w:p w:rsidR="006A0BFB" w:rsidRPr="002A10D4" w:rsidRDefault="006A0BFB" w:rsidP="00E625CA">
            <w:pPr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审</w:t>
            </w:r>
          </w:p>
          <w:p w:rsidR="006A0BFB" w:rsidRPr="002A10D4" w:rsidRDefault="006A0BFB" w:rsidP="00E625CA">
            <w:pPr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定</w:t>
            </w:r>
          </w:p>
          <w:p w:rsidR="006A0BFB" w:rsidRPr="002A10D4" w:rsidRDefault="006A0BFB" w:rsidP="00E625CA">
            <w:pPr>
              <w:ind w:left="-63"/>
              <w:jc w:val="center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意</w:t>
            </w:r>
          </w:p>
          <w:p w:rsidR="006A0BFB" w:rsidRPr="002A10D4" w:rsidRDefault="006A0BFB" w:rsidP="00E625CA">
            <w:pPr>
              <w:ind w:left="-63"/>
              <w:jc w:val="center"/>
              <w:rPr>
                <w:rFonts w:ascii="宋体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见</w:t>
            </w:r>
          </w:p>
        </w:tc>
        <w:tc>
          <w:tcPr>
            <w:tcW w:w="7982" w:type="dxa"/>
            <w:vAlign w:val="bottom"/>
          </w:tcPr>
          <w:p w:rsidR="006A0BFB" w:rsidRPr="002A10D4" w:rsidRDefault="006A0BFB" w:rsidP="006A0BFB">
            <w:pPr>
              <w:ind w:firstLineChars="2100" w:firstLine="31680"/>
              <w:rPr>
                <w:rFonts w:ascii="宋体"/>
                <w:spacing w:val="-10"/>
                <w:kern w:val="0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会长签字：</w:t>
            </w:r>
          </w:p>
          <w:p w:rsidR="006A0BFB" w:rsidRPr="002A10D4" w:rsidRDefault="006A0BFB" w:rsidP="00E625CA">
            <w:pPr>
              <w:ind w:left="2049"/>
              <w:rPr>
                <w:rFonts w:ascii="宋体"/>
                <w:spacing w:val="-10"/>
                <w:kern w:val="0"/>
                <w:sz w:val="28"/>
                <w:szCs w:val="28"/>
              </w:rPr>
            </w:pPr>
          </w:p>
          <w:p w:rsidR="006A0BFB" w:rsidRPr="002A10D4" w:rsidRDefault="006A0BFB" w:rsidP="006A0BFB">
            <w:pPr>
              <w:ind w:firstLineChars="2150" w:firstLine="31680"/>
              <w:rPr>
                <w:rFonts w:ascii="宋体"/>
                <w:sz w:val="28"/>
                <w:szCs w:val="28"/>
              </w:rPr>
            </w:pP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年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月</w:t>
            </w:r>
            <w:r w:rsidRPr="002A10D4">
              <w:rPr>
                <w:rFonts w:ascii="宋体" w:hAnsi="宋体"/>
                <w:spacing w:val="-10"/>
                <w:kern w:val="0"/>
                <w:sz w:val="28"/>
                <w:szCs w:val="28"/>
              </w:rPr>
              <w:t xml:space="preserve">   </w:t>
            </w:r>
            <w:r w:rsidRPr="002A10D4">
              <w:rPr>
                <w:rFonts w:ascii="宋体" w:hAnsi="宋体" w:hint="eastAsia"/>
                <w:spacing w:val="-10"/>
                <w:kern w:val="0"/>
                <w:sz w:val="28"/>
                <w:szCs w:val="28"/>
              </w:rPr>
              <w:t>日</w:t>
            </w:r>
          </w:p>
        </w:tc>
      </w:tr>
    </w:tbl>
    <w:p w:rsidR="006A0BFB" w:rsidRDefault="006A0BFB" w:rsidP="00AC3AC9">
      <w:pPr>
        <w:jc w:val="left"/>
        <w:rPr>
          <w:rFonts w:ascii="方正仿宋简体" w:eastAsia="方正仿宋简体"/>
          <w:spacing w:val="-10"/>
          <w:kern w:val="0"/>
          <w:sz w:val="36"/>
          <w:szCs w:val="36"/>
        </w:rPr>
      </w:pPr>
    </w:p>
    <w:p w:rsidR="006A0BFB" w:rsidRPr="00AC3AC9" w:rsidRDefault="006A0BFB" w:rsidP="002A10D4">
      <w:pPr>
        <w:pStyle w:val="ListParagraph"/>
        <w:numPr>
          <w:ilvl w:val="0"/>
          <w:numId w:val="10"/>
        </w:numPr>
        <w:ind w:firstLineChars="0"/>
        <w:jc w:val="left"/>
        <w:rPr>
          <w:rFonts w:ascii="方正仿宋简体" w:eastAsia="方正仿宋简体"/>
          <w:spacing w:val="-10"/>
          <w:kern w:val="0"/>
          <w:sz w:val="36"/>
          <w:szCs w:val="36"/>
        </w:rPr>
      </w:pPr>
      <w:r>
        <w:rPr>
          <w:rFonts w:ascii="方正仿宋简体" w:eastAsia="方正仿宋简体"/>
          <w:spacing w:val="-10"/>
          <w:kern w:val="0"/>
          <w:sz w:val="36"/>
          <w:szCs w:val="36"/>
        </w:rPr>
        <w:br w:type="page"/>
      </w:r>
      <w:r w:rsidRPr="002A10D4">
        <w:rPr>
          <w:rFonts w:ascii="黑体" w:eastAsia="黑体" w:hAnsi="黑体" w:hint="eastAsia"/>
          <w:spacing w:val="-10"/>
          <w:kern w:val="0"/>
          <w:sz w:val="36"/>
          <w:szCs w:val="36"/>
        </w:rPr>
        <w:t>附件目录</w:t>
      </w:r>
    </w:p>
    <w:p w:rsidR="006A0BFB" w:rsidRPr="002A10D4" w:rsidRDefault="006A0BFB" w:rsidP="001B75F2">
      <w:pPr>
        <w:pStyle w:val="ListParagraph"/>
        <w:spacing w:line="360" w:lineRule="auto"/>
        <w:ind w:leftChars="-1" w:left="31680" w:firstLineChars="0" w:firstLine="0"/>
        <w:rPr>
          <w:rFonts w:ascii="宋体"/>
          <w:spacing w:val="-10"/>
          <w:kern w:val="0"/>
          <w:sz w:val="28"/>
          <w:szCs w:val="28"/>
        </w:rPr>
      </w:pPr>
      <w:r w:rsidRPr="002A10D4">
        <w:rPr>
          <w:rFonts w:ascii="宋体" w:hAnsi="宋体"/>
          <w:spacing w:val="-10"/>
          <w:kern w:val="0"/>
          <w:sz w:val="28"/>
          <w:szCs w:val="28"/>
        </w:rPr>
        <w:t>1.</w:t>
      </w:r>
      <w:r w:rsidRPr="002A10D4">
        <w:rPr>
          <w:rFonts w:ascii="宋体" w:hAnsi="宋体" w:hint="eastAsia"/>
          <w:spacing w:val="-10"/>
          <w:kern w:val="0"/>
          <w:sz w:val="28"/>
          <w:szCs w:val="28"/>
        </w:rPr>
        <w:t>反映成果的总结（不超过</w:t>
      </w:r>
      <w:r w:rsidRPr="002A10D4">
        <w:rPr>
          <w:rFonts w:ascii="宋体" w:hAnsi="宋体"/>
          <w:spacing w:val="-10"/>
          <w:kern w:val="0"/>
          <w:sz w:val="28"/>
          <w:szCs w:val="28"/>
        </w:rPr>
        <w:t>5000</w:t>
      </w:r>
      <w:r w:rsidRPr="002A10D4">
        <w:rPr>
          <w:rFonts w:ascii="宋体" w:hAnsi="宋体" w:hint="eastAsia"/>
          <w:spacing w:val="-10"/>
          <w:kern w:val="0"/>
          <w:sz w:val="28"/>
          <w:szCs w:val="28"/>
        </w:rPr>
        <w:t>字）</w:t>
      </w:r>
    </w:p>
    <w:p w:rsidR="006A0BFB" w:rsidRPr="002A10D4" w:rsidRDefault="006A0BFB" w:rsidP="00163AE8">
      <w:pPr>
        <w:pStyle w:val="ListParagraph"/>
        <w:spacing w:line="360" w:lineRule="auto"/>
        <w:ind w:leftChars="-1" w:left="31680" w:firstLineChars="0" w:firstLine="0"/>
        <w:rPr>
          <w:rFonts w:ascii="宋体"/>
          <w:spacing w:val="-10"/>
          <w:kern w:val="0"/>
          <w:sz w:val="28"/>
          <w:szCs w:val="28"/>
        </w:rPr>
      </w:pPr>
      <w:r w:rsidRPr="002A10D4">
        <w:rPr>
          <w:rFonts w:ascii="宋体" w:hAnsi="宋体"/>
          <w:spacing w:val="-10"/>
          <w:kern w:val="0"/>
          <w:sz w:val="28"/>
          <w:szCs w:val="28"/>
        </w:rPr>
        <w:t>2.</w:t>
      </w:r>
      <w:r w:rsidRPr="002A10D4">
        <w:rPr>
          <w:rFonts w:ascii="宋体" w:hAnsi="宋体" w:hint="eastAsia"/>
          <w:spacing w:val="-10"/>
          <w:kern w:val="0"/>
          <w:sz w:val="28"/>
          <w:szCs w:val="28"/>
        </w:rPr>
        <w:t>其他相关支撑材料。</w:t>
      </w:r>
    </w:p>
    <w:sectPr w:rsidR="006A0BFB" w:rsidRPr="002A10D4" w:rsidSect="00F702BF">
      <w:footerReference w:type="even" r:id="rId7"/>
      <w:footerReference w:type="default" r:id="rId8"/>
      <w:pgSz w:w="11906" w:h="16838" w:code="9"/>
      <w:pgMar w:top="1701" w:right="1588" w:bottom="1701" w:left="1588" w:header="851" w:footer="992" w:gutter="0"/>
      <w:cols w:space="425"/>
      <w:titlePg/>
      <w:docGrid w:linePitch="5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BFB" w:rsidRDefault="006A0BFB">
      <w:r>
        <w:separator/>
      </w:r>
    </w:p>
  </w:endnote>
  <w:endnote w:type="continuationSeparator" w:id="0">
    <w:p w:rsidR="006A0BFB" w:rsidRDefault="006A0B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简体">
    <w:altName w:val="方正兰亭超细黑简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BFB" w:rsidRDefault="006A0BFB" w:rsidP="00202FF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A0BFB" w:rsidRDefault="006A0BF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BFB" w:rsidRDefault="006A0BFB" w:rsidP="00202FF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6A0BFB" w:rsidRDefault="006A0B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BFB" w:rsidRDefault="006A0BFB">
      <w:r>
        <w:separator/>
      </w:r>
    </w:p>
  </w:footnote>
  <w:footnote w:type="continuationSeparator" w:id="0">
    <w:p w:rsidR="006A0BFB" w:rsidRDefault="006A0B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122BD"/>
    <w:multiLevelType w:val="hybridMultilevel"/>
    <w:tmpl w:val="06A09746"/>
    <w:lvl w:ilvl="0" w:tplc="F19474D8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18B4618C"/>
    <w:multiLevelType w:val="hybridMultilevel"/>
    <w:tmpl w:val="CF52303C"/>
    <w:lvl w:ilvl="0" w:tplc="ACD63BCE">
      <w:start w:val="1"/>
      <w:numFmt w:val="japaneseCounting"/>
      <w:lvlText w:val="%1、"/>
      <w:lvlJc w:val="left"/>
      <w:pPr>
        <w:ind w:left="930" w:hanging="93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DD11082"/>
    <w:multiLevelType w:val="hybridMultilevel"/>
    <w:tmpl w:val="CA2A63EE"/>
    <w:lvl w:ilvl="0" w:tplc="0A3015EE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DE3109B"/>
    <w:multiLevelType w:val="singleLevel"/>
    <w:tmpl w:val="8554770A"/>
    <w:lvl w:ilvl="0">
      <w:start w:val="1"/>
      <w:numFmt w:val="none"/>
      <w:lvlText w:val="一、"/>
      <w:lvlJc w:val="left"/>
      <w:pPr>
        <w:tabs>
          <w:tab w:val="num" w:pos="1115"/>
        </w:tabs>
        <w:ind w:left="1115" w:hanging="555"/>
      </w:pPr>
      <w:rPr>
        <w:rFonts w:cs="Times New Roman" w:hint="eastAsia"/>
      </w:rPr>
    </w:lvl>
  </w:abstractNum>
  <w:abstractNum w:abstractNumId="4">
    <w:nsid w:val="3D104638"/>
    <w:multiLevelType w:val="hybridMultilevel"/>
    <w:tmpl w:val="31DE7054"/>
    <w:lvl w:ilvl="0" w:tplc="0409000F">
      <w:start w:val="1"/>
      <w:numFmt w:val="decimal"/>
      <w:lvlText w:val="%1."/>
      <w:lvlJc w:val="left"/>
      <w:pPr>
        <w:ind w:left="135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77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03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7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29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10" w:hanging="420"/>
      </w:pPr>
      <w:rPr>
        <w:rFonts w:cs="Times New Roman"/>
      </w:rPr>
    </w:lvl>
  </w:abstractNum>
  <w:abstractNum w:abstractNumId="5">
    <w:nsid w:val="40140B8B"/>
    <w:multiLevelType w:val="hybridMultilevel"/>
    <w:tmpl w:val="711EE8CC"/>
    <w:lvl w:ilvl="0" w:tplc="54409F58">
      <w:start w:val="1"/>
      <w:numFmt w:val="japaneseCounting"/>
      <w:lvlText w:val="（%1）"/>
      <w:lvlJc w:val="left"/>
      <w:pPr>
        <w:tabs>
          <w:tab w:val="num" w:pos="1720"/>
        </w:tabs>
        <w:ind w:left="1720" w:hanging="108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6">
    <w:nsid w:val="435C7148"/>
    <w:multiLevelType w:val="hybridMultilevel"/>
    <w:tmpl w:val="FA541624"/>
    <w:lvl w:ilvl="0" w:tplc="463CB876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43C51F8D"/>
    <w:multiLevelType w:val="hybridMultilevel"/>
    <w:tmpl w:val="EA0A0248"/>
    <w:lvl w:ilvl="0" w:tplc="F99A39D0">
      <w:start w:val="2"/>
      <w:numFmt w:val="none"/>
      <w:lvlText w:val="二、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8">
    <w:nsid w:val="5FCC558B"/>
    <w:multiLevelType w:val="hybridMultilevel"/>
    <w:tmpl w:val="02A265CC"/>
    <w:lvl w:ilvl="0" w:tplc="37B8D8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>
    <w:nsid w:val="70652309"/>
    <w:multiLevelType w:val="hybridMultilevel"/>
    <w:tmpl w:val="4AAC0B56"/>
    <w:lvl w:ilvl="0" w:tplc="E5C40F0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>
    <w:nsid w:val="70FC55E7"/>
    <w:multiLevelType w:val="hybridMultilevel"/>
    <w:tmpl w:val="9350F452"/>
    <w:lvl w:ilvl="0" w:tplc="9794ACF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>
    <w:nsid w:val="722D0645"/>
    <w:multiLevelType w:val="hybridMultilevel"/>
    <w:tmpl w:val="54FCC71E"/>
    <w:lvl w:ilvl="0" w:tplc="0409000F">
      <w:start w:val="1"/>
      <w:numFmt w:val="decimal"/>
      <w:lvlText w:val="%1."/>
      <w:lvlJc w:val="left"/>
      <w:pPr>
        <w:ind w:left="135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77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03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7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29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10" w:hanging="42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0"/>
  </w:num>
  <w:num w:numId="5">
    <w:abstractNumId w:val="2"/>
  </w:num>
  <w:num w:numId="6">
    <w:abstractNumId w:val="8"/>
  </w:num>
  <w:num w:numId="7">
    <w:abstractNumId w:val="5"/>
  </w:num>
  <w:num w:numId="8">
    <w:abstractNumId w:val="3"/>
  </w:num>
  <w:num w:numId="9">
    <w:abstractNumId w:val="1"/>
  </w:num>
  <w:num w:numId="10">
    <w:abstractNumId w:val="6"/>
  </w:num>
  <w:num w:numId="11">
    <w:abstractNumId w:val="1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529E"/>
    <w:rsid w:val="000142D5"/>
    <w:rsid w:val="0002399F"/>
    <w:rsid w:val="0002756F"/>
    <w:rsid w:val="000306EF"/>
    <w:rsid w:val="000349A6"/>
    <w:rsid w:val="00036865"/>
    <w:rsid w:val="00044677"/>
    <w:rsid w:val="000449A3"/>
    <w:rsid w:val="00053E96"/>
    <w:rsid w:val="000546C7"/>
    <w:rsid w:val="000655AB"/>
    <w:rsid w:val="000660D7"/>
    <w:rsid w:val="00082B45"/>
    <w:rsid w:val="000868EF"/>
    <w:rsid w:val="00094F9F"/>
    <w:rsid w:val="000A0ACE"/>
    <w:rsid w:val="000D2DF4"/>
    <w:rsid w:val="000D68C7"/>
    <w:rsid w:val="000E2BDC"/>
    <w:rsid w:val="000E32A9"/>
    <w:rsid w:val="000F3F36"/>
    <w:rsid w:val="00101A8C"/>
    <w:rsid w:val="00111C94"/>
    <w:rsid w:val="00117755"/>
    <w:rsid w:val="0012153D"/>
    <w:rsid w:val="00121728"/>
    <w:rsid w:val="0012312E"/>
    <w:rsid w:val="00143C30"/>
    <w:rsid w:val="00146AC3"/>
    <w:rsid w:val="0015472F"/>
    <w:rsid w:val="0016040C"/>
    <w:rsid w:val="00163AE8"/>
    <w:rsid w:val="0016445E"/>
    <w:rsid w:val="00166130"/>
    <w:rsid w:val="001706AC"/>
    <w:rsid w:val="0017598C"/>
    <w:rsid w:val="00181378"/>
    <w:rsid w:val="00182592"/>
    <w:rsid w:val="00190E5F"/>
    <w:rsid w:val="001A31BF"/>
    <w:rsid w:val="001A3571"/>
    <w:rsid w:val="001A5BB2"/>
    <w:rsid w:val="001A6B31"/>
    <w:rsid w:val="001B0D33"/>
    <w:rsid w:val="001B0DE5"/>
    <w:rsid w:val="001B12AE"/>
    <w:rsid w:val="001B1E58"/>
    <w:rsid w:val="001B2FCD"/>
    <w:rsid w:val="001B75F2"/>
    <w:rsid w:val="001C72F6"/>
    <w:rsid w:val="001D38B7"/>
    <w:rsid w:val="001E2265"/>
    <w:rsid w:val="001E6753"/>
    <w:rsid w:val="001F24CE"/>
    <w:rsid w:val="001F7C2E"/>
    <w:rsid w:val="002014EB"/>
    <w:rsid w:val="00201EA9"/>
    <w:rsid w:val="00202FF4"/>
    <w:rsid w:val="00204149"/>
    <w:rsid w:val="00212F80"/>
    <w:rsid w:val="002304F4"/>
    <w:rsid w:val="00231039"/>
    <w:rsid w:val="002369A7"/>
    <w:rsid w:val="00236A19"/>
    <w:rsid w:val="002372D5"/>
    <w:rsid w:val="002460BB"/>
    <w:rsid w:val="00253765"/>
    <w:rsid w:val="00262FAD"/>
    <w:rsid w:val="00263A25"/>
    <w:rsid w:val="002712C3"/>
    <w:rsid w:val="002844D6"/>
    <w:rsid w:val="00284953"/>
    <w:rsid w:val="00294F43"/>
    <w:rsid w:val="002A10D4"/>
    <w:rsid w:val="002A4F84"/>
    <w:rsid w:val="002A57EF"/>
    <w:rsid w:val="002B3B33"/>
    <w:rsid w:val="002B450A"/>
    <w:rsid w:val="002C4C06"/>
    <w:rsid w:val="002C58ED"/>
    <w:rsid w:val="002D2AE1"/>
    <w:rsid w:val="002E0872"/>
    <w:rsid w:val="002E55D5"/>
    <w:rsid w:val="002F2876"/>
    <w:rsid w:val="002F467B"/>
    <w:rsid w:val="002F6B4A"/>
    <w:rsid w:val="002F73BF"/>
    <w:rsid w:val="002F7483"/>
    <w:rsid w:val="00300681"/>
    <w:rsid w:val="00304B37"/>
    <w:rsid w:val="0030611B"/>
    <w:rsid w:val="00310AF9"/>
    <w:rsid w:val="0031129E"/>
    <w:rsid w:val="00314D46"/>
    <w:rsid w:val="00325053"/>
    <w:rsid w:val="0032796C"/>
    <w:rsid w:val="00331FD3"/>
    <w:rsid w:val="00332A7D"/>
    <w:rsid w:val="00334E17"/>
    <w:rsid w:val="003468FD"/>
    <w:rsid w:val="00347A3C"/>
    <w:rsid w:val="00357173"/>
    <w:rsid w:val="00357787"/>
    <w:rsid w:val="00357B33"/>
    <w:rsid w:val="00361073"/>
    <w:rsid w:val="00364740"/>
    <w:rsid w:val="00380172"/>
    <w:rsid w:val="0039183D"/>
    <w:rsid w:val="003A0BFC"/>
    <w:rsid w:val="003A4359"/>
    <w:rsid w:val="003A4580"/>
    <w:rsid w:val="003A755E"/>
    <w:rsid w:val="003B280D"/>
    <w:rsid w:val="003B4692"/>
    <w:rsid w:val="003C07C5"/>
    <w:rsid w:val="003C5FB3"/>
    <w:rsid w:val="003D64EB"/>
    <w:rsid w:val="003F018A"/>
    <w:rsid w:val="00401DEE"/>
    <w:rsid w:val="004071D9"/>
    <w:rsid w:val="0043424D"/>
    <w:rsid w:val="004342E6"/>
    <w:rsid w:val="004453B8"/>
    <w:rsid w:val="00455F8A"/>
    <w:rsid w:val="00462375"/>
    <w:rsid w:val="00463A26"/>
    <w:rsid w:val="00471233"/>
    <w:rsid w:val="00494FDC"/>
    <w:rsid w:val="004968C2"/>
    <w:rsid w:val="004A031E"/>
    <w:rsid w:val="004A3932"/>
    <w:rsid w:val="004A61E1"/>
    <w:rsid w:val="004B52C3"/>
    <w:rsid w:val="004B7F3E"/>
    <w:rsid w:val="004C1A62"/>
    <w:rsid w:val="004C31B1"/>
    <w:rsid w:val="004C342E"/>
    <w:rsid w:val="004C5C77"/>
    <w:rsid w:val="004D228D"/>
    <w:rsid w:val="004E2B66"/>
    <w:rsid w:val="004E504C"/>
    <w:rsid w:val="0050164B"/>
    <w:rsid w:val="00503DF6"/>
    <w:rsid w:val="0052513E"/>
    <w:rsid w:val="00530B93"/>
    <w:rsid w:val="0053301A"/>
    <w:rsid w:val="005339D0"/>
    <w:rsid w:val="0053686B"/>
    <w:rsid w:val="00540153"/>
    <w:rsid w:val="0054374A"/>
    <w:rsid w:val="00550B54"/>
    <w:rsid w:val="00590A76"/>
    <w:rsid w:val="005947A1"/>
    <w:rsid w:val="005A5D92"/>
    <w:rsid w:val="005A7CFF"/>
    <w:rsid w:val="005B6DD3"/>
    <w:rsid w:val="005D1BC0"/>
    <w:rsid w:val="006029FE"/>
    <w:rsid w:val="006050B1"/>
    <w:rsid w:val="00606FEF"/>
    <w:rsid w:val="00610937"/>
    <w:rsid w:val="0061148B"/>
    <w:rsid w:val="00616D82"/>
    <w:rsid w:val="006227D4"/>
    <w:rsid w:val="00624D1C"/>
    <w:rsid w:val="006276C1"/>
    <w:rsid w:val="00632759"/>
    <w:rsid w:val="0064154C"/>
    <w:rsid w:val="00643C2C"/>
    <w:rsid w:val="0064587C"/>
    <w:rsid w:val="00645A6F"/>
    <w:rsid w:val="006469C6"/>
    <w:rsid w:val="00657629"/>
    <w:rsid w:val="00660B36"/>
    <w:rsid w:val="00662696"/>
    <w:rsid w:val="006639F1"/>
    <w:rsid w:val="00666394"/>
    <w:rsid w:val="00682888"/>
    <w:rsid w:val="00682E9B"/>
    <w:rsid w:val="00686B77"/>
    <w:rsid w:val="00697581"/>
    <w:rsid w:val="006A0BFB"/>
    <w:rsid w:val="006A0FE9"/>
    <w:rsid w:val="006A2FE6"/>
    <w:rsid w:val="006B2305"/>
    <w:rsid w:val="006C5674"/>
    <w:rsid w:val="006D1EB4"/>
    <w:rsid w:val="006D3AF0"/>
    <w:rsid w:val="006E568A"/>
    <w:rsid w:val="00705276"/>
    <w:rsid w:val="007064D6"/>
    <w:rsid w:val="0070697A"/>
    <w:rsid w:val="00706C11"/>
    <w:rsid w:val="00715E96"/>
    <w:rsid w:val="007160BC"/>
    <w:rsid w:val="00722986"/>
    <w:rsid w:val="007312BC"/>
    <w:rsid w:val="00735E8F"/>
    <w:rsid w:val="007434B0"/>
    <w:rsid w:val="00744977"/>
    <w:rsid w:val="00754ED0"/>
    <w:rsid w:val="00762043"/>
    <w:rsid w:val="00764D55"/>
    <w:rsid w:val="00766306"/>
    <w:rsid w:val="00767242"/>
    <w:rsid w:val="007730D3"/>
    <w:rsid w:val="00780DD3"/>
    <w:rsid w:val="007819F3"/>
    <w:rsid w:val="00787C93"/>
    <w:rsid w:val="00792BD1"/>
    <w:rsid w:val="007A70C6"/>
    <w:rsid w:val="007A79D4"/>
    <w:rsid w:val="007C6D01"/>
    <w:rsid w:val="007F0A76"/>
    <w:rsid w:val="007F7947"/>
    <w:rsid w:val="008048E8"/>
    <w:rsid w:val="0080672B"/>
    <w:rsid w:val="0080713C"/>
    <w:rsid w:val="008111D1"/>
    <w:rsid w:val="008116B4"/>
    <w:rsid w:val="0082384C"/>
    <w:rsid w:val="00867E95"/>
    <w:rsid w:val="008718AA"/>
    <w:rsid w:val="00872A79"/>
    <w:rsid w:val="00880D3F"/>
    <w:rsid w:val="00887B83"/>
    <w:rsid w:val="00891DDE"/>
    <w:rsid w:val="00897A20"/>
    <w:rsid w:val="008A32F1"/>
    <w:rsid w:val="008A35E3"/>
    <w:rsid w:val="008C3481"/>
    <w:rsid w:val="008C34EA"/>
    <w:rsid w:val="008C387E"/>
    <w:rsid w:val="008C529E"/>
    <w:rsid w:val="008C78A6"/>
    <w:rsid w:val="008D36E8"/>
    <w:rsid w:val="008E030C"/>
    <w:rsid w:val="008E47B4"/>
    <w:rsid w:val="008E5578"/>
    <w:rsid w:val="008E7512"/>
    <w:rsid w:val="00907D90"/>
    <w:rsid w:val="009106CD"/>
    <w:rsid w:val="00911471"/>
    <w:rsid w:val="009178CE"/>
    <w:rsid w:val="00921E0A"/>
    <w:rsid w:val="00927FA2"/>
    <w:rsid w:val="00930084"/>
    <w:rsid w:val="00930803"/>
    <w:rsid w:val="00937912"/>
    <w:rsid w:val="00937979"/>
    <w:rsid w:val="009429D5"/>
    <w:rsid w:val="00951710"/>
    <w:rsid w:val="00954882"/>
    <w:rsid w:val="00955F5B"/>
    <w:rsid w:val="009666F2"/>
    <w:rsid w:val="00973380"/>
    <w:rsid w:val="00981E8A"/>
    <w:rsid w:val="0098546F"/>
    <w:rsid w:val="009976AE"/>
    <w:rsid w:val="009B3DF9"/>
    <w:rsid w:val="009B53EA"/>
    <w:rsid w:val="009B76CA"/>
    <w:rsid w:val="009C23D4"/>
    <w:rsid w:val="009C24FA"/>
    <w:rsid w:val="009C4B32"/>
    <w:rsid w:val="009D1A08"/>
    <w:rsid w:val="009D5912"/>
    <w:rsid w:val="009D6AD4"/>
    <w:rsid w:val="009E3628"/>
    <w:rsid w:val="009E48A3"/>
    <w:rsid w:val="009E5271"/>
    <w:rsid w:val="00A007FF"/>
    <w:rsid w:val="00A2281B"/>
    <w:rsid w:val="00A22E4C"/>
    <w:rsid w:val="00A2779F"/>
    <w:rsid w:val="00A4062D"/>
    <w:rsid w:val="00A4070D"/>
    <w:rsid w:val="00A442EF"/>
    <w:rsid w:val="00A4605A"/>
    <w:rsid w:val="00A6055B"/>
    <w:rsid w:val="00A611FE"/>
    <w:rsid w:val="00A63078"/>
    <w:rsid w:val="00A80909"/>
    <w:rsid w:val="00A82C38"/>
    <w:rsid w:val="00A843DC"/>
    <w:rsid w:val="00A91113"/>
    <w:rsid w:val="00AA6331"/>
    <w:rsid w:val="00AB7292"/>
    <w:rsid w:val="00AC15AB"/>
    <w:rsid w:val="00AC3197"/>
    <w:rsid w:val="00AC3AC9"/>
    <w:rsid w:val="00AC57F3"/>
    <w:rsid w:val="00AC5FA7"/>
    <w:rsid w:val="00AD025D"/>
    <w:rsid w:val="00AD1BB6"/>
    <w:rsid w:val="00AD584F"/>
    <w:rsid w:val="00AD5E8D"/>
    <w:rsid w:val="00AF0403"/>
    <w:rsid w:val="00AF1008"/>
    <w:rsid w:val="00AF48D4"/>
    <w:rsid w:val="00AF7439"/>
    <w:rsid w:val="00B0194E"/>
    <w:rsid w:val="00B01F78"/>
    <w:rsid w:val="00B02BB5"/>
    <w:rsid w:val="00B04636"/>
    <w:rsid w:val="00B06CC5"/>
    <w:rsid w:val="00B16F97"/>
    <w:rsid w:val="00B21782"/>
    <w:rsid w:val="00B233AC"/>
    <w:rsid w:val="00B31E71"/>
    <w:rsid w:val="00B34DB3"/>
    <w:rsid w:val="00B44D96"/>
    <w:rsid w:val="00B55ABD"/>
    <w:rsid w:val="00B60558"/>
    <w:rsid w:val="00B70107"/>
    <w:rsid w:val="00B73E59"/>
    <w:rsid w:val="00B931DC"/>
    <w:rsid w:val="00B93859"/>
    <w:rsid w:val="00BA28F1"/>
    <w:rsid w:val="00BB159A"/>
    <w:rsid w:val="00BB3532"/>
    <w:rsid w:val="00BB6A32"/>
    <w:rsid w:val="00BC3039"/>
    <w:rsid w:val="00BC3456"/>
    <w:rsid w:val="00BC7EDF"/>
    <w:rsid w:val="00BD1DC3"/>
    <w:rsid w:val="00BD3A2A"/>
    <w:rsid w:val="00BF1180"/>
    <w:rsid w:val="00BF6B3E"/>
    <w:rsid w:val="00BF7A2E"/>
    <w:rsid w:val="00C02179"/>
    <w:rsid w:val="00C10BCB"/>
    <w:rsid w:val="00C141C2"/>
    <w:rsid w:val="00C23148"/>
    <w:rsid w:val="00C2346E"/>
    <w:rsid w:val="00C26E15"/>
    <w:rsid w:val="00C32847"/>
    <w:rsid w:val="00C411D8"/>
    <w:rsid w:val="00C547C0"/>
    <w:rsid w:val="00C60145"/>
    <w:rsid w:val="00C66D58"/>
    <w:rsid w:val="00C82755"/>
    <w:rsid w:val="00CA30C9"/>
    <w:rsid w:val="00CA4EA3"/>
    <w:rsid w:val="00CB375B"/>
    <w:rsid w:val="00CB693D"/>
    <w:rsid w:val="00CC35BB"/>
    <w:rsid w:val="00CC4187"/>
    <w:rsid w:val="00CD07CE"/>
    <w:rsid w:val="00CD1D52"/>
    <w:rsid w:val="00CD6942"/>
    <w:rsid w:val="00CF2489"/>
    <w:rsid w:val="00CF4DFD"/>
    <w:rsid w:val="00CF5398"/>
    <w:rsid w:val="00D02809"/>
    <w:rsid w:val="00D13359"/>
    <w:rsid w:val="00D20450"/>
    <w:rsid w:val="00D321B4"/>
    <w:rsid w:val="00D42316"/>
    <w:rsid w:val="00D4249C"/>
    <w:rsid w:val="00D46CCE"/>
    <w:rsid w:val="00D53801"/>
    <w:rsid w:val="00D6771C"/>
    <w:rsid w:val="00D7040E"/>
    <w:rsid w:val="00D856F0"/>
    <w:rsid w:val="00D9718F"/>
    <w:rsid w:val="00DA19FB"/>
    <w:rsid w:val="00DA4AA1"/>
    <w:rsid w:val="00DA6357"/>
    <w:rsid w:val="00DC2FE3"/>
    <w:rsid w:val="00DD4279"/>
    <w:rsid w:val="00E10DB5"/>
    <w:rsid w:val="00E145DA"/>
    <w:rsid w:val="00E15AB6"/>
    <w:rsid w:val="00E23F9D"/>
    <w:rsid w:val="00E24631"/>
    <w:rsid w:val="00E24C48"/>
    <w:rsid w:val="00E4113F"/>
    <w:rsid w:val="00E416B2"/>
    <w:rsid w:val="00E42817"/>
    <w:rsid w:val="00E4394D"/>
    <w:rsid w:val="00E52483"/>
    <w:rsid w:val="00E54961"/>
    <w:rsid w:val="00E625CA"/>
    <w:rsid w:val="00E75BF2"/>
    <w:rsid w:val="00E8129F"/>
    <w:rsid w:val="00E8659F"/>
    <w:rsid w:val="00E937A7"/>
    <w:rsid w:val="00E944DB"/>
    <w:rsid w:val="00E96ED7"/>
    <w:rsid w:val="00EA14B7"/>
    <w:rsid w:val="00EB628E"/>
    <w:rsid w:val="00EB697F"/>
    <w:rsid w:val="00ED4469"/>
    <w:rsid w:val="00EE3E03"/>
    <w:rsid w:val="00EF0E24"/>
    <w:rsid w:val="00F130C7"/>
    <w:rsid w:val="00F13AEE"/>
    <w:rsid w:val="00F158D7"/>
    <w:rsid w:val="00F22B72"/>
    <w:rsid w:val="00F30B4C"/>
    <w:rsid w:val="00F3295A"/>
    <w:rsid w:val="00F36188"/>
    <w:rsid w:val="00F36B52"/>
    <w:rsid w:val="00F44472"/>
    <w:rsid w:val="00F46CD6"/>
    <w:rsid w:val="00F50348"/>
    <w:rsid w:val="00F53589"/>
    <w:rsid w:val="00F6155C"/>
    <w:rsid w:val="00F645ED"/>
    <w:rsid w:val="00F6698B"/>
    <w:rsid w:val="00F702BF"/>
    <w:rsid w:val="00F7363E"/>
    <w:rsid w:val="00F77A08"/>
    <w:rsid w:val="00F91F06"/>
    <w:rsid w:val="00FA1171"/>
    <w:rsid w:val="00FA201B"/>
    <w:rsid w:val="00FA6739"/>
    <w:rsid w:val="00FA740B"/>
    <w:rsid w:val="00FB2F28"/>
    <w:rsid w:val="00FC6D46"/>
    <w:rsid w:val="00FD7111"/>
    <w:rsid w:val="00FE5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16B2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4394D"/>
    <w:pPr>
      <w:jc w:val="center"/>
    </w:pPr>
    <w:rPr>
      <w:sz w:val="36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B4835"/>
    <w:rPr>
      <w:szCs w:val="24"/>
    </w:rPr>
  </w:style>
  <w:style w:type="table" w:styleId="TableGrid">
    <w:name w:val="Table Grid"/>
    <w:basedOn w:val="TableNormal"/>
    <w:uiPriority w:val="99"/>
    <w:rsid w:val="00E4394D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250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B4835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325053"/>
    <w:rPr>
      <w:rFonts w:cs="Times New Roman"/>
    </w:rPr>
  </w:style>
  <w:style w:type="paragraph" w:styleId="Date">
    <w:name w:val="Date"/>
    <w:basedOn w:val="Normal"/>
    <w:next w:val="Normal"/>
    <w:link w:val="DateChar"/>
    <w:uiPriority w:val="99"/>
    <w:rsid w:val="00325053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CB4835"/>
    <w:rPr>
      <w:szCs w:val="24"/>
    </w:rPr>
  </w:style>
  <w:style w:type="paragraph" w:styleId="BodyTextIndent">
    <w:name w:val="Body Text Indent"/>
    <w:basedOn w:val="Normal"/>
    <w:link w:val="BodyTextIndentChar"/>
    <w:uiPriority w:val="99"/>
    <w:rsid w:val="003A4359"/>
    <w:pPr>
      <w:ind w:firstLine="630"/>
    </w:pPr>
    <w:rPr>
      <w:rFonts w:ascii="黑体" w:eastAsia="黑体" w:hAnsi="华文仿宋"/>
      <w:sz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B4835"/>
    <w:rPr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766306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B4835"/>
    <w:rPr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76630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B4835"/>
    <w:rPr>
      <w:rFonts w:ascii="Courier New" w:hAnsi="Courier New" w:cs="Courier New"/>
      <w:sz w:val="20"/>
      <w:szCs w:val="20"/>
    </w:rPr>
  </w:style>
  <w:style w:type="paragraph" w:customStyle="1" w:styleId="1">
    <w:name w:val="标题1"/>
    <w:basedOn w:val="Normal"/>
    <w:uiPriority w:val="99"/>
    <w:rsid w:val="00FA201B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paragraph" w:styleId="NormalWeb">
    <w:name w:val="Normal (Web)"/>
    <w:basedOn w:val="Normal"/>
    <w:uiPriority w:val="99"/>
    <w:rsid w:val="00FA201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Strong">
    <w:name w:val="Strong"/>
    <w:basedOn w:val="DefaultParagraphFont"/>
    <w:uiPriority w:val="99"/>
    <w:qFormat/>
    <w:rsid w:val="004B7F3E"/>
    <w:rPr>
      <w:rFonts w:cs="Times New Roman"/>
      <w:b/>
    </w:rPr>
  </w:style>
  <w:style w:type="paragraph" w:styleId="BodyTextIndent3">
    <w:name w:val="Body Text Indent 3"/>
    <w:basedOn w:val="Normal"/>
    <w:link w:val="BodyTextIndent3Char"/>
    <w:uiPriority w:val="99"/>
    <w:rsid w:val="0070697A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B4835"/>
    <w:rPr>
      <w:sz w:val="16"/>
      <w:szCs w:val="16"/>
    </w:rPr>
  </w:style>
  <w:style w:type="character" w:styleId="Hyperlink">
    <w:name w:val="Hyperlink"/>
    <w:basedOn w:val="DefaultParagraphFont"/>
    <w:uiPriority w:val="99"/>
    <w:rsid w:val="0070697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082B4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835"/>
    <w:rPr>
      <w:sz w:val="0"/>
      <w:szCs w:val="0"/>
    </w:rPr>
  </w:style>
  <w:style w:type="paragraph" w:customStyle="1" w:styleId="CharCharCharCharCharCharCharCharChar">
    <w:name w:val="Char Char Char Char Char Char Char Char Char"/>
    <w:basedOn w:val="Normal"/>
    <w:uiPriority w:val="99"/>
    <w:rsid w:val="00D20450"/>
    <w:rPr>
      <w:rFonts w:ascii="Tahoma" w:hAnsi="Tahoma"/>
      <w:sz w:val="24"/>
      <w:szCs w:val="20"/>
    </w:rPr>
  </w:style>
  <w:style w:type="paragraph" w:styleId="Header">
    <w:name w:val="header"/>
    <w:basedOn w:val="Normal"/>
    <w:link w:val="HeaderChar"/>
    <w:uiPriority w:val="99"/>
    <w:rsid w:val="00494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94FDC"/>
    <w:rPr>
      <w:kern w:val="2"/>
      <w:sz w:val="18"/>
    </w:rPr>
  </w:style>
  <w:style w:type="paragraph" w:styleId="ListParagraph">
    <w:name w:val="List Paragraph"/>
    <w:basedOn w:val="Normal"/>
    <w:uiPriority w:val="99"/>
    <w:qFormat/>
    <w:rsid w:val="001706AC"/>
    <w:pPr>
      <w:ind w:firstLineChars="200" w:firstLine="420"/>
    </w:pPr>
  </w:style>
  <w:style w:type="character" w:styleId="CommentReference">
    <w:name w:val="annotation reference"/>
    <w:basedOn w:val="DefaultParagraphFont"/>
    <w:uiPriority w:val="99"/>
    <w:rsid w:val="00BB3532"/>
    <w:rPr>
      <w:rFonts w:cs="Times New Roman"/>
      <w:sz w:val="21"/>
    </w:rPr>
  </w:style>
  <w:style w:type="paragraph" w:styleId="CommentText">
    <w:name w:val="annotation text"/>
    <w:basedOn w:val="Normal"/>
    <w:link w:val="CommentTextChar"/>
    <w:uiPriority w:val="99"/>
    <w:rsid w:val="00BB353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B3532"/>
    <w:rPr>
      <w:kern w:val="2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B35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B3532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19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cf\Application%20Data\Microsoft\Templates\&#20140;&#25945;&#12308;2005&#12309;&#2149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京教〔2005〕号.dot</Template>
  <TotalTime>14</TotalTime>
  <Pages>8</Pages>
  <Words>143</Words>
  <Characters>820</Characters>
  <Application>Microsoft Office Outlook</Application>
  <DocSecurity>0</DocSecurity>
  <Lines>0</Lines>
  <Paragraphs>0</Paragraphs>
  <ScaleCrop>false</ScaleCrop>
  <Company>tsinghua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京教〔2003〕号</dc:title>
  <dc:subject/>
  <dc:creator>wcf</dc:creator>
  <cp:keywords/>
  <dc:description/>
  <cp:lastModifiedBy>微软用户</cp:lastModifiedBy>
  <cp:revision>8</cp:revision>
  <cp:lastPrinted>2014-06-27T05:37:00Z</cp:lastPrinted>
  <dcterms:created xsi:type="dcterms:W3CDTF">2016-01-04T09:18:00Z</dcterms:created>
  <dcterms:modified xsi:type="dcterms:W3CDTF">2016-03-29T06:19:00Z</dcterms:modified>
</cp:coreProperties>
</file>